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723" w:rsidRPr="00622C58" w:rsidRDefault="00B44723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C58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B44723" w:rsidRPr="00B820F5" w:rsidRDefault="00B44723" w:rsidP="009275B9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44723" w:rsidRPr="00C62688" w:rsidRDefault="00B44723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0FF7">
        <w:rPr>
          <w:rFonts w:ascii="Times New Roman" w:hAnsi="Times New Roman"/>
          <w:b/>
        </w:rPr>
        <w:t xml:space="preserve"> </w:t>
      </w:r>
      <w:r w:rsidRPr="00C62688">
        <w:rPr>
          <w:rFonts w:ascii="Times New Roman" w:hAnsi="Times New Roman"/>
          <w:b/>
          <w:sz w:val="24"/>
          <w:szCs w:val="24"/>
        </w:rPr>
        <w:t>«</w:t>
      </w:r>
      <w:r w:rsidRPr="00C62688">
        <w:rPr>
          <w:rFonts w:ascii="Times New Roman" w:hAnsi="Times New Roman"/>
          <w:sz w:val="24"/>
          <w:szCs w:val="24"/>
        </w:rPr>
        <w:t>Реализация отдельных полномочий муниципального</w:t>
      </w:r>
    </w:p>
    <w:p w:rsidR="00B44723" w:rsidRPr="00C62688" w:rsidRDefault="00B44723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2688">
        <w:rPr>
          <w:rFonts w:ascii="Times New Roman" w:hAnsi="Times New Roman"/>
          <w:sz w:val="24"/>
          <w:szCs w:val="24"/>
        </w:rPr>
        <w:t xml:space="preserve"> образования «</w:t>
      </w:r>
      <w:r w:rsidRPr="00C62688">
        <w:rPr>
          <w:rFonts w:ascii="Times New Roman" w:hAnsi="Times New Roman"/>
          <w:kern w:val="2"/>
          <w:sz w:val="24"/>
          <w:szCs w:val="24"/>
        </w:rPr>
        <w:t>Рябчинское сельское поселение</w:t>
      </w:r>
      <w:r w:rsidRPr="00C62688">
        <w:rPr>
          <w:rFonts w:ascii="Times New Roman" w:hAnsi="Times New Roman"/>
          <w:sz w:val="24"/>
          <w:szCs w:val="24"/>
        </w:rPr>
        <w:t xml:space="preserve">» </w:t>
      </w:r>
    </w:p>
    <w:p w:rsidR="00B44723" w:rsidRPr="00C62688" w:rsidRDefault="00B44723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2688">
        <w:rPr>
          <w:rFonts w:ascii="Times New Roman" w:hAnsi="Times New Roman"/>
          <w:sz w:val="24"/>
          <w:szCs w:val="24"/>
        </w:rPr>
        <w:t xml:space="preserve">  на 2018-2020 годы»</w:t>
      </w:r>
    </w:p>
    <w:p w:rsidR="00B44723" w:rsidRDefault="00B44723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4723" w:rsidRDefault="00B44723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268"/>
        <w:gridCol w:w="3719"/>
        <w:gridCol w:w="1843"/>
        <w:gridCol w:w="1559"/>
      </w:tblGrid>
      <w:tr w:rsidR="00B44723" w:rsidRPr="00360B11" w:rsidTr="006B643F">
        <w:tc>
          <w:tcPr>
            <w:tcW w:w="675" w:type="dxa"/>
            <w:vAlign w:val="center"/>
          </w:tcPr>
          <w:p w:rsidR="00B44723" w:rsidRPr="00360B11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B44723" w:rsidRPr="00360B11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:rsidR="00B44723" w:rsidRPr="00360B11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:rsidR="00B44723" w:rsidRPr="00360B11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B44723" w:rsidRPr="00360B11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B44723" w:rsidRPr="00360B11" w:rsidTr="006B643F">
        <w:tc>
          <w:tcPr>
            <w:tcW w:w="675" w:type="dxa"/>
            <w:vAlign w:val="center"/>
          </w:tcPr>
          <w:p w:rsidR="00B44723" w:rsidRPr="00360B11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B44723" w:rsidRPr="00360B11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Рябчинской сельской администрации от 12.02.2017 года №3/2</w:t>
            </w:r>
          </w:p>
        </w:tc>
        <w:tc>
          <w:tcPr>
            <w:tcW w:w="3719" w:type="dxa"/>
            <w:vAlign w:val="center"/>
          </w:tcPr>
          <w:p w:rsidR="00B44723" w:rsidRPr="00C62688" w:rsidRDefault="00B44723" w:rsidP="00C62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688">
              <w:rPr>
                <w:rFonts w:ascii="Times New Roman" w:hAnsi="Times New Roman"/>
                <w:sz w:val="24"/>
                <w:szCs w:val="24"/>
              </w:rPr>
              <w:t>«Об утверждении порядка разработки, реализации и оценки эффективности муниципальных программ муниципального образования «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Рябчинское сельское поселение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>»»</w:t>
            </w:r>
          </w:p>
        </w:tc>
        <w:tc>
          <w:tcPr>
            <w:tcW w:w="1843" w:type="dxa"/>
            <w:vAlign w:val="center"/>
          </w:tcPr>
          <w:p w:rsidR="00B44723" w:rsidRPr="00360B11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B44723" w:rsidRPr="00360B11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12.02.2017г.</w:t>
            </w:r>
          </w:p>
        </w:tc>
      </w:tr>
      <w:tr w:rsidR="00B44723" w:rsidRPr="00360B11" w:rsidTr="006B643F">
        <w:tc>
          <w:tcPr>
            <w:tcW w:w="675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Рябчинской сельской от 13.11.2017 г № 24</w:t>
            </w:r>
          </w:p>
        </w:tc>
        <w:tc>
          <w:tcPr>
            <w:tcW w:w="3719" w:type="dxa"/>
            <w:vAlign w:val="center"/>
          </w:tcPr>
          <w:p w:rsidR="00B44723" w:rsidRPr="00C62688" w:rsidRDefault="00B44723" w:rsidP="00C6268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688">
              <w:rPr>
                <w:rFonts w:ascii="Times New Roman" w:hAnsi="Times New Roman"/>
                <w:sz w:val="24"/>
                <w:szCs w:val="24"/>
              </w:rPr>
              <w:t>«Об утверждении предвари тельных итогов социально-экономического развития Рябчинского сельского поселения за 2017 год и прогноза социально-экономического развития Рябчинского сельского поселения на 2018 годи на плановый период 2019-2020 годы»</w:t>
            </w:r>
          </w:p>
        </w:tc>
        <w:tc>
          <w:tcPr>
            <w:tcW w:w="1843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13.11.20107г.</w:t>
            </w:r>
          </w:p>
        </w:tc>
      </w:tr>
      <w:tr w:rsidR="00B44723" w:rsidRPr="00360B11" w:rsidTr="006B643F">
        <w:tc>
          <w:tcPr>
            <w:tcW w:w="675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:rsidR="00B44723" w:rsidRDefault="00B44723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Рябчинской сельской от 14.11.2017 г № 26</w:t>
            </w:r>
          </w:p>
        </w:tc>
        <w:tc>
          <w:tcPr>
            <w:tcW w:w="3719" w:type="dxa"/>
            <w:vAlign w:val="center"/>
          </w:tcPr>
          <w:p w:rsidR="00B44723" w:rsidRPr="00C62688" w:rsidRDefault="00B44723" w:rsidP="00C6268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688">
              <w:rPr>
                <w:rFonts w:ascii="Times New Roman" w:hAnsi="Times New Roman"/>
                <w:sz w:val="24"/>
                <w:szCs w:val="24"/>
              </w:rPr>
              <w:t>«Об утверждении перечня муниципальных программ  муниципального образования «Рябчинское сельское поселение»</w:t>
            </w:r>
          </w:p>
        </w:tc>
        <w:tc>
          <w:tcPr>
            <w:tcW w:w="1843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14.11.2017г.</w:t>
            </w:r>
          </w:p>
        </w:tc>
      </w:tr>
      <w:tr w:rsidR="00B44723" w:rsidRPr="00360B11" w:rsidTr="006B643F">
        <w:tc>
          <w:tcPr>
            <w:tcW w:w="675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268" w:type="dxa"/>
            <w:vAlign w:val="center"/>
          </w:tcPr>
          <w:p w:rsidR="00B44723" w:rsidRDefault="00B44723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Рябчинской сельской от 14.11.2017 г № 27</w:t>
            </w:r>
          </w:p>
        </w:tc>
        <w:tc>
          <w:tcPr>
            <w:tcW w:w="3719" w:type="dxa"/>
            <w:vAlign w:val="center"/>
          </w:tcPr>
          <w:p w:rsidR="00B44723" w:rsidRPr="00C62688" w:rsidRDefault="00B44723" w:rsidP="00813E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688">
              <w:rPr>
                <w:rFonts w:ascii="Times New Roman" w:hAnsi="Times New Roman"/>
                <w:sz w:val="24"/>
                <w:szCs w:val="24"/>
              </w:rPr>
              <w:t>«Об утверждении муниципальной программы «Реализация отдельных полномочий муниципального образования «Рябчинское сельское поселение» на 2018-2020 годы»</w:t>
            </w:r>
          </w:p>
        </w:tc>
        <w:tc>
          <w:tcPr>
            <w:tcW w:w="1843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14.11.2017г</w:t>
            </w:r>
          </w:p>
        </w:tc>
      </w:tr>
      <w:tr w:rsidR="00B44723" w:rsidRPr="00360B11" w:rsidTr="006B643F">
        <w:tc>
          <w:tcPr>
            <w:tcW w:w="675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5..</w:t>
            </w:r>
          </w:p>
        </w:tc>
        <w:tc>
          <w:tcPr>
            <w:tcW w:w="2268" w:type="dxa"/>
            <w:vAlign w:val="center"/>
          </w:tcPr>
          <w:p w:rsidR="00B44723" w:rsidRDefault="00B44723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Рябчинского сельского Совета  </w:t>
            </w:r>
          </w:p>
        </w:tc>
        <w:tc>
          <w:tcPr>
            <w:tcW w:w="3719" w:type="dxa"/>
            <w:vAlign w:val="center"/>
          </w:tcPr>
          <w:p w:rsidR="00B44723" w:rsidRDefault="00B44723" w:rsidP="006B64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проекте бюджета муниципального образования «Рябчинское сельское поселение» на 2018 год и на плановый период 2019-2020 годов»</w:t>
            </w:r>
          </w:p>
        </w:tc>
        <w:tc>
          <w:tcPr>
            <w:tcW w:w="1843" w:type="dxa"/>
            <w:vAlign w:val="center"/>
          </w:tcPr>
          <w:p w:rsidR="00B44723" w:rsidRDefault="00B44723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B44723" w:rsidRDefault="00B44723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2017г.</w:t>
            </w:r>
          </w:p>
        </w:tc>
      </w:tr>
      <w:tr w:rsidR="00B44723" w:rsidRPr="00360B11" w:rsidTr="006B643F">
        <w:tc>
          <w:tcPr>
            <w:tcW w:w="675" w:type="dxa"/>
            <w:vAlign w:val="center"/>
          </w:tcPr>
          <w:p w:rsidR="00B44723" w:rsidRDefault="00B44723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268" w:type="dxa"/>
            <w:vAlign w:val="center"/>
          </w:tcPr>
          <w:p w:rsidR="00B44723" w:rsidRDefault="00B44723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Рябчинского сельского Совета  </w:t>
            </w:r>
          </w:p>
        </w:tc>
        <w:tc>
          <w:tcPr>
            <w:tcW w:w="3719" w:type="dxa"/>
            <w:vAlign w:val="center"/>
          </w:tcPr>
          <w:p w:rsidR="00B44723" w:rsidRDefault="00B44723" w:rsidP="006B64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бюджете муниципального образования «Рябчинское сельское поселение» на 2018 год и на плановый период 2019-2020 годов»</w:t>
            </w:r>
          </w:p>
        </w:tc>
        <w:tc>
          <w:tcPr>
            <w:tcW w:w="1843" w:type="dxa"/>
            <w:vAlign w:val="center"/>
          </w:tcPr>
          <w:p w:rsidR="00B44723" w:rsidRDefault="00B44723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B44723" w:rsidRDefault="00B44723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2017г.</w:t>
            </w:r>
          </w:p>
        </w:tc>
      </w:tr>
    </w:tbl>
    <w:p w:rsidR="00B44723" w:rsidRDefault="00B44723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B44723" w:rsidSect="009275B9">
      <w:pgSz w:w="11906" w:h="16838"/>
      <w:pgMar w:top="1134" w:right="510" w:bottom="1134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5B9"/>
    <w:rsid w:val="001001AD"/>
    <w:rsid w:val="001D6E67"/>
    <w:rsid w:val="00225CD5"/>
    <w:rsid w:val="0025400E"/>
    <w:rsid w:val="002F5FB5"/>
    <w:rsid w:val="00360B11"/>
    <w:rsid w:val="00444755"/>
    <w:rsid w:val="004C4686"/>
    <w:rsid w:val="00511690"/>
    <w:rsid w:val="00591485"/>
    <w:rsid w:val="00622C58"/>
    <w:rsid w:val="006B643F"/>
    <w:rsid w:val="00813ED1"/>
    <w:rsid w:val="008318AB"/>
    <w:rsid w:val="009275B9"/>
    <w:rsid w:val="0093101C"/>
    <w:rsid w:val="009E3F89"/>
    <w:rsid w:val="00AE0FF7"/>
    <w:rsid w:val="00B44723"/>
    <w:rsid w:val="00B761D5"/>
    <w:rsid w:val="00B820F5"/>
    <w:rsid w:val="00C62688"/>
    <w:rsid w:val="00C77782"/>
    <w:rsid w:val="00F11CFA"/>
    <w:rsid w:val="00F73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B9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288</Words>
  <Characters>1646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2017-11-13T10:12:00Z</dcterms:created>
  <dcterms:modified xsi:type="dcterms:W3CDTF">2017-12-13T18:08:00Z</dcterms:modified>
</cp:coreProperties>
</file>