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54D" w:rsidRDefault="0067354D" w:rsidP="009E5EE9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8069EE">
        <w:rPr>
          <w:rFonts w:ascii="Times New Roman" w:eastAsia="Times New Roman" w:hAnsi="Times New Roman"/>
          <w:sz w:val="24"/>
          <w:szCs w:val="24"/>
          <w:lang w:eastAsia="ru-RU"/>
        </w:rPr>
        <w:object w:dxaOrig="1140" w:dyaOrig="13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65.25pt" o:ole="" fillcolor="window">
            <v:imagedata r:id="rId7" o:title="" gain="192753f" blacklevel="-3932f"/>
          </v:shape>
          <o:OLEObject Type="Embed" ProgID="Photoshop.Image.6" ShapeID="_x0000_i1025" DrawAspect="Content" ObjectID="_1619599855" r:id="rId8">
            <o:FieldCodes>\s</o:FieldCodes>
          </o:OLEObject>
        </w:object>
      </w:r>
    </w:p>
    <w:p w:rsidR="0067354D" w:rsidRDefault="0067354D" w:rsidP="009E5EE9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7354D" w:rsidRDefault="0067354D" w:rsidP="009E5EE9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7354D" w:rsidRDefault="0067354D" w:rsidP="009E5EE9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7354D" w:rsidRDefault="0067354D" w:rsidP="009E5EE9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7354D" w:rsidRDefault="0067354D" w:rsidP="009E5EE9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7354D" w:rsidRDefault="0067354D" w:rsidP="009E5EE9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7354D" w:rsidRPr="006C1002" w:rsidRDefault="0067354D" w:rsidP="00E029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1002">
        <w:rPr>
          <w:rFonts w:ascii="Times New Roman" w:hAnsi="Times New Roman"/>
          <w:b/>
          <w:sz w:val="28"/>
          <w:szCs w:val="28"/>
        </w:rPr>
        <w:t>Заключение</w:t>
      </w:r>
    </w:p>
    <w:p w:rsidR="0067354D" w:rsidRPr="006C1002" w:rsidRDefault="0067354D" w:rsidP="00E029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1002">
        <w:rPr>
          <w:rFonts w:ascii="Times New Roman" w:hAnsi="Times New Roman"/>
          <w:b/>
          <w:sz w:val="28"/>
          <w:szCs w:val="28"/>
        </w:rPr>
        <w:t>Контрольно-счётной палаты Дубровского района</w:t>
      </w:r>
    </w:p>
    <w:p w:rsidR="0067354D" w:rsidRPr="006C1002" w:rsidRDefault="0067354D" w:rsidP="00E029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1002">
        <w:rPr>
          <w:rFonts w:ascii="Times New Roman" w:hAnsi="Times New Roman"/>
          <w:b/>
          <w:sz w:val="28"/>
          <w:szCs w:val="28"/>
        </w:rPr>
        <w:t>на отчет об исполнении бюджета муниципального образования</w:t>
      </w:r>
    </w:p>
    <w:p w:rsidR="0067354D" w:rsidRPr="006C1002" w:rsidRDefault="0067354D" w:rsidP="00E029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1002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Рябчинское</w:t>
      </w:r>
      <w:r w:rsidRPr="006C1002">
        <w:rPr>
          <w:rFonts w:ascii="Times New Roman" w:hAnsi="Times New Roman"/>
          <w:b/>
          <w:sz w:val="28"/>
          <w:szCs w:val="28"/>
        </w:rPr>
        <w:t xml:space="preserve"> сельское поселение»</w:t>
      </w:r>
    </w:p>
    <w:p w:rsidR="0067354D" w:rsidRDefault="0067354D" w:rsidP="00E029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1002">
        <w:rPr>
          <w:rFonts w:ascii="Times New Roman" w:hAnsi="Times New Roman"/>
          <w:b/>
          <w:sz w:val="28"/>
          <w:szCs w:val="28"/>
        </w:rPr>
        <w:t>за 1 квартал 201</w:t>
      </w:r>
      <w:r>
        <w:rPr>
          <w:rFonts w:ascii="Times New Roman" w:hAnsi="Times New Roman"/>
          <w:b/>
          <w:sz w:val="28"/>
          <w:szCs w:val="28"/>
        </w:rPr>
        <w:t>9</w:t>
      </w:r>
      <w:r w:rsidRPr="006C1002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67354D" w:rsidRDefault="0067354D" w:rsidP="00E029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354D" w:rsidRDefault="0067354D" w:rsidP="00E029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354D" w:rsidRDefault="0067354D" w:rsidP="00E029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354D" w:rsidRDefault="0067354D" w:rsidP="00E029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354D" w:rsidRDefault="0067354D" w:rsidP="00E029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354D" w:rsidRDefault="0067354D" w:rsidP="00E029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354D" w:rsidRDefault="0067354D" w:rsidP="00E029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354D" w:rsidRDefault="0067354D" w:rsidP="00E029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354D" w:rsidRDefault="0067354D" w:rsidP="00E029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354D" w:rsidRDefault="0067354D" w:rsidP="00E029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354D" w:rsidRDefault="0067354D" w:rsidP="00E029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354D" w:rsidRDefault="0067354D" w:rsidP="00E029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354D" w:rsidRDefault="0067354D" w:rsidP="00E029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354D" w:rsidRDefault="0067354D" w:rsidP="00E029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354D" w:rsidRDefault="0067354D" w:rsidP="00E029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354D" w:rsidRDefault="0067354D" w:rsidP="00E029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354D" w:rsidRDefault="0067354D" w:rsidP="00E029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354D" w:rsidRDefault="0067354D" w:rsidP="00E029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354D" w:rsidRDefault="0067354D" w:rsidP="00E029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354D" w:rsidRDefault="0067354D" w:rsidP="00E029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354D" w:rsidRDefault="0067354D" w:rsidP="00E029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354D" w:rsidRDefault="0067354D" w:rsidP="00E029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354D" w:rsidRDefault="0067354D" w:rsidP="00E029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354D" w:rsidRDefault="0067354D" w:rsidP="00E029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Дубровка </w:t>
      </w:r>
    </w:p>
    <w:p w:rsidR="0067354D" w:rsidRDefault="0067354D" w:rsidP="00E029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2019</w:t>
      </w:r>
    </w:p>
    <w:p w:rsidR="0067354D" w:rsidRPr="00531A18" w:rsidRDefault="0067354D" w:rsidP="001E2706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31A18">
        <w:rPr>
          <w:rFonts w:ascii="Times New Roman" w:hAnsi="Times New Roman"/>
          <w:b/>
          <w:sz w:val="28"/>
          <w:szCs w:val="28"/>
        </w:rPr>
        <w:t>1. Общие положен</w:t>
      </w:r>
      <w:r>
        <w:rPr>
          <w:rFonts w:ascii="Times New Roman" w:hAnsi="Times New Roman"/>
          <w:b/>
          <w:sz w:val="28"/>
          <w:szCs w:val="28"/>
        </w:rPr>
        <w:t>ия.</w:t>
      </w:r>
    </w:p>
    <w:p w:rsidR="0067354D" w:rsidRDefault="0067354D" w:rsidP="00E029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 Контрольно-счётной палаты Дубровского района на отчет об исполнении бюджета муниципального образования  за 1 квартал 2019 года, подготовлено в соответствии со статьей 264.2 Бюджетного кодекса Российской Федерации, Положением о Контрольно-счётной палате Дубровского района, Стандартом внешнего муниципального финансового контроля 102 «Проведение оперативного контроля за ходом исполнения  решений о бюджете муниципального образования «Дубровский район» на текущий финансовый год и плановый период», пунктом 1.2.3 Плана работ Контрольно-счётной палаты Дубровского района на 2019 год.</w:t>
      </w:r>
    </w:p>
    <w:p w:rsidR="0067354D" w:rsidRPr="000D46BF" w:rsidRDefault="0067354D" w:rsidP="00D142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D46BF">
        <w:rPr>
          <w:rFonts w:ascii="Times New Roman" w:hAnsi="Times New Roman"/>
          <w:sz w:val="28"/>
          <w:szCs w:val="28"/>
        </w:rPr>
        <w:t xml:space="preserve">Заключение Контрольно-счетной палаты оформлено по результатам </w:t>
      </w:r>
    </w:p>
    <w:p w:rsidR="0067354D" w:rsidRPr="000D46BF" w:rsidRDefault="0067354D" w:rsidP="000D46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46BF">
        <w:rPr>
          <w:rFonts w:ascii="Times New Roman" w:hAnsi="Times New Roman"/>
          <w:sz w:val="28"/>
          <w:szCs w:val="28"/>
        </w:rPr>
        <w:t>оперативного анализа и контроля  за организацией исполнения бюджета в 201</w:t>
      </w:r>
      <w:r>
        <w:rPr>
          <w:rFonts w:ascii="Times New Roman" w:hAnsi="Times New Roman"/>
          <w:sz w:val="28"/>
          <w:szCs w:val="28"/>
        </w:rPr>
        <w:t>9</w:t>
      </w:r>
      <w:r w:rsidRPr="000D46BF">
        <w:rPr>
          <w:rFonts w:ascii="Times New Roman" w:hAnsi="Times New Roman"/>
          <w:sz w:val="28"/>
          <w:szCs w:val="28"/>
        </w:rPr>
        <w:t xml:space="preserve">  году, отчетности об исполнении бюджета за </w:t>
      </w:r>
      <w:r>
        <w:rPr>
          <w:rFonts w:ascii="Times New Roman" w:hAnsi="Times New Roman"/>
          <w:sz w:val="28"/>
          <w:szCs w:val="28"/>
        </w:rPr>
        <w:t>1 квартал</w:t>
      </w:r>
      <w:r w:rsidRPr="000D46BF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9</w:t>
      </w:r>
      <w:r w:rsidRPr="000D46BF">
        <w:rPr>
          <w:rFonts w:ascii="Times New Roman" w:hAnsi="Times New Roman"/>
          <w:sz w:val="28"/>
          <w:szCs w:val="28"/>
        </w:rPr>
        <w:t xml:space="preserve"> года.</w:t>
      </w:r>
    </w:p>
    <w:p w:rsidR="0067354D" w:rsidRDefault="0067354D" w:rsidP="008065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0657B">
        <w:rPr>
          <w:rFonts w:ascii="Times New Roman" w:hAnsi="Times New Roman"/>
          <w:sz w:val="28"/>
          <w:szCs w:val="28"/>
        </w:rPr>
        <w:t>По итогам</w:t>
      </w:r>
      <w:r w:rsidRPr="000D46B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1 квартала</w:t>
      </w:r>
      <w:r w:rsidRPr="000D46BF">
        <w:rPr>
          <w:rFonts w:ascii="Times New Roman" w:hAnsi="Times New Roman"/>
          <w:sz w:val="28"/>
          <w:szCs w:val="28"/>
        </w:rPr>
        <w:t xml:space="preserve">  201</w:t>
      </w:r>
      <w:r>
        <w:rPr>
          <w:rFonts w:ascii="Times New Roman" w:hAnsi="Times New Roman"/>
          <w:sz w:val="28"/>
          <w:szCs w:val="28"/>
        </w:rPr>
        <w:t>9</w:t>
      </w:r>
      <w:r w:rsidRPr="000D46BF">
        <w:rPr>
          <w:rFonts w:ascii="Times New Roman" w:hAnsi="Times New Roman"/>
          <w:sz w:val="28"/>
          <w:szCs w:val="28"/>
        </w:rPr>
        <w:t xml:space="preserve">  года бюджет исполнен по доходам в сумме  </w:t>
      </w:r>
      <w:r>
        <w:rPr>
          <w:rFonts w:ascii="Times New Roman" w:hAnsi="Times New Roman"/>
          <w:sz w:val="28"/>
          <w:szCs w:val="28"/>
        </w:rPr>
        <w:t>312,4</w:t>
      </w:r>
      <w:r w:rsidRPr="000D46BF">
        <w:rPr>
          <w:rFonts w:ascii="Times New Roman" w:hAnsi="Times New Roman"/>
          <w:sz w:val="28"/>
          <w:szCs w:val="28"/>
        </w:rPr>
        <w:t xml:space="preserve"> тыс. рублей,  или  </w:t>
      </w:r>
      <w:r>
        <w:rPr>
          <w:rFonts w:ascii="Times New Roman" w:hAnsi="Times New Roman"/>
          <w:sz w:val="28"/>
          <w:szCs w:val="28"/>
        </w:rPr>
        <w:t>20,8</w:t>
      </w:r>
      <w:r w:rsidRPr="000D46BF">
        <w:rPr>
          <w:rFonts w:ascii="Times New Roman" w:hAnsi="Times New Roman"/>
          <w:sz w:val="28"/>
          <w:szCs w:val="28"/>
        </w:rPr>
        <w:t xml:space="preserve">% к  прогнозным  показателям, по расходам  –  </w:t>
      </w:r>
      <w:r>
        <w:rPr>
          <w:rFonts w:ascii="Times New Roman" w:hAnsi="Times New Roman"/>
          <w:sz w:val="28"/>
          <w:szCs w:val="28"/>
        </w:rPr>
        <w:t>538,6</w:t>
      </w:r>
      <w:r w:rsidRPr="000D46BF">
        <w:rPr>
          <w:rFonts w:ascii="Times New Roman" w:hAnsi="Times New Roman"/>
          <w:sz w:val="28"/>
          <w:szCs w:val="28"/>
        </w:rPr>
        <w:t xml:space="preserve"> тыс.  рублей,  или  </w:t>
      </w:r>
      <w:r>
        <w:rPr>
          <w:rFonts w:ascii="Times New Roman" w:hAnsi="Times New Roman"/>
          <w:sz w:val="28"/>
          <w:szCs w:val="28"/>
        </w:rPr>
        <w:t>15,8</w:t>
      </w:r>
      <w:r w:rsidRPr="000D46BF">
        <w:rPr>
          <w:rFonts w:ascii="Times New Roman" w:hAnsi="Times New Roman"/>
          <w:sz w:val="28"/>
          <w:szCs w:val="28"/>
        </w:rPr>
        <w:t xml:space="preserve"> % к утвержденным расходам и  </w:t>
      </w:r>
      <w:r>
        <w:rPr>
          <w:rFonts w:ascii="Times New Roman" w:hAnsi="Times New Roman"/>
          <w:sz w:val="28"/>
          <w:szCs w:val="28"/>
        </w:rPr>
        <w:t>15,8</w:t>
      </w:r>
      <w:r w:rsidRPr="000D46BF">
        <w:rPr>
          <w:rFonts w:ascii="Times New Roman" w:hAnsi="Times New Roman"/>
          <w:sz w:val="28"/>
          <w:szCs w:val="28"/>
        </w:rPr>
        <w:t xml:space="preserve"> % к годовым назначениям  сводной  бюджетной росписи, </w:t>
      </w:r>
      <w:r w:rsidRPr="00C27CB0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дефицитом</w:t>
      </w:r>
      <w:r w:rsidRPr="000D46BF">
        <w:rPr>
          <w:rFonts w:ascii="Times New Roman" w:hAnsi="Times New Roman"/>
          <w:sz w:val="28"/>
          <w:szCs w:val="28"/>
        </w:rPr>
        <w:t xml:space="preserve"> в сумме </w:t>
      </w:r>
      <w:r>
        <w:rPr>
          <w:rFonts w:ascii="Times New Roman" w:hAnsi="Times New Roman"/>
          <w:sz w:val="28"/>
          <w:szCs w:val="28"/>
        </w:rPr>
        <w:t>226,2</w:t>
      </w:r>
      <w:r w:rsidRPr="000D46BF">
        <w:rPr>
          <w:rFonts w:ascii="Times New Roman" w:hAnsi="Times New Roman"/>
          <w:sz w:val="28"/>
          <w:szCs w:val="28"/>
        </w:rPr>
        <w:t xml:space="preserve"> тыс. рублей.</w:t>
      </w:r>
    </w:p>
    <w:p w:rsidR="0067354D" w:rsidRPr="00EE509A" w:rsidRDefault="0067354D" w:rsidP="00EE509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E509A">
        <w:rPr>
          <w:rFonts w:ascii="Times New Roman" w:hAnsi="Times New Roman"/>
          <w:b/>
          <w:sz w:val="28"/>
          <w:szCs w:val="28"/>
        </w:rPr>
        <w:t>2. Анализ исполнения доходов бюджета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67354D" w:rsidRPr="00EE509A" w:rsidRDefault="0067354D" w:rsidP="00EE509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509A">
        <w:rPr>
          <w:rFonts w:ascii="Times New Roman" w:hAnsi="Times New Roman"/>
          <w:sz w:val="28"/>
          <w:szCs w:val="28"/>
        </w:rPr>
        <w:t xml:space="preserve">Доходная часть бюджета за  </w:t>
      </w:r>
      <w:r>
        <w:rPr>
          <w:rFonts w:ascii="Times New Roman" w:hAnsi="Times New Roman"/>
          <w:sz w:val="28"/>
          <w:szCs w:val="28"/>
        </w:rPr>
        <w:t>1 квартал</w:t>
      </w:r>
      <w:r w:rsidRPr="00EE509A">
        <w:rPr>
          <w:rFonts w:ascii="Times New Roman" w:hAnsi="Times New Roman"/>
          <w:sz w:val="28"/>
          <w:szCs w:val="28"/>
        </w:rPr>
        <w:t xml:space="preserve">  201</w:t>
      </w:r>
      <w:r>
        <w:rPr>
          <w:rFonts w:ascii="Times New Roman" w:hAnsi="Times New Roman"/>
          <w:sz w:val="28"/>
          <w:szCs w:val="28"/>
        </w:rPr>
        <w:t>9</w:t>
      </w:r>
      <w:r w:rsidRPr="00EE509A">
        <w:rPr>
          <w:rFonts w:ascii="Times New Roman" w:hAnsi="Times New Roman"/>
          <w:sz w:val="28"/>
          <w:szCs w:val="28"/>
        </w:rPr>
        <w:t xml:space="preserve"> года исполнена в сумме  </w:t>
      </w:r>
      <w:r>
        <w:rPr>
          <w:rFonts w:ascii="Times New Roman" w:hAnsi="Times New Roman"/>
          <w:sz w:val="28"/>
          <w:szCs w:val="28"/>
        </w:rPr>
        <w:t>312,4</w:t>
      </w:r>
      <w:r w:rsidRPr="00EE509A">
        <w:rPr>
          <w:rFonts w:ascii="Times New Roman" w:hAnsi="Times New Roman"/>
          <w:sz w:val="28"/>
          <w:szCs w:val="28"/>
        </w:rPr>
        <w:t xml:space="preserve">  тыс. рублей, или на  </w:t>
      </w:r>
      <w:r>
        <w:rPr>
          <w:rFonts w:ascii="Times New Roman" w:hAnsi="Times New Roman"/>
          <w:sz w:val="28"/>
          <w:szCs w:val="28"/>
        </w:rPr>
        <w:t>20,8</w:t>
      </w:r>
      <w:r w:rsidRPr="00EE509A">
        <w:rPr>
          <w:rFonts w:ascii="Times New Roman" w:hAnsi="Times New Roman"/>
          <w:sz w:val="28"/>
          <w:szCs w:val="28"/>
        </w:rPr>
        <w:t xml:space="preserve">%  к годовому прогнозу поступлений. </w:t>
      </w:r>
    </w:p>
    <w:p w:rsidR="0067354D" w:rsidRDefault="0067354D" w:rsidP="00F530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509A">
        <w:rPr>
          <w:rFonts w:ascii="Times New Roman" w:hAnsi="Times New Roman"/>
          <w:sz w:val="28"/>
          <w:szCs w:val="28"/>
        </w:rPr>
        <w:t xml:space="preserve">По сравнению с соответствующим уровнем прошлого года доходы </w:t>
      </w:r>
      <w:r>
        <w:rPr>
          <w:rFonts w:ascii="Times New Roman" w:hAnsi="Times New Roman"/>
          <w:sz w:val="28"/>
          <w:szCs w:val="28"/>
        </w:rPr>
        <w:t>снизились</w:t>
      </w:r>
      <w:r w:rsidRPr="00EE509A">
        <w:rPr>
          <w:rFonts w:ascii="Times New Roman" w:hAnsi="Times New Roman"/>
          <w:sz w:val="28"/>
          <w:szCs w:val="28"/>
        </w:rPr>
        <w:t xml:space="preserve"> на  </w:t>
      </w:r>
      <w:r>
        <w:rPr>
          <w:rFonts w:ascii="Times New Roman" w:hAnsi="Times New Roman"/>
          <w:sz w:val="28"/>
          <w:szCs w:val="28"/>
        </w:rPr>
        <w:t>27,6</w:t>
      </w:r>
      <w:r w:rsidRPr="00EE509A">
        <w:rPr>
          <w:rFonts w:ascii="Times New Roman" w:hAnsi="Times New Roman"/>
          <w:sz w:val="28"/>
          <w:szCs w:val="28"/>
        </w:rPr>
        <w:t xml:space="preserve">  тыс. рублей, или </w:t>
      </w:r>
      <w:r>
        <w:rPr>
          <w:rFonts w:ascii="Times New Roman" w:hAnsi="Times New Roman"/>
          <w:sz w:val="28"/>
          <w:szCs w:val="28"/>
        </w:rPr>
        <w:t>8,1 процента</w:t>
      </w:r>
      <w:r w:rsidRPr="00EE509A">
        <w:rPr>
          <w:rFonts w:ascii="Times New Roman" w:hAnsi="Times New Roman"/>
          <w:sz w:val="28"/>
          <w:szCs w:val="28"/>
        </w:rPr>
        <w:t xml:space="preserve">. </w:t>
      </w:r>
      <w:r w:rsidRPr="001C2C06">
        <w:rPr>
          <w:rFonts w:ascii="Times New Roman" w:hAnsi="Times New Roman"/>
          <w:sz w:val="28"/>
          <w:szCs w:val="28"/>
        </w:rPr>
        <w:t>В структуре</w:t>
      </w:r>
      <w:r w:rsidRPr="00EE509A">
        <w:rPr>
          <w:rFonts w:ascii="Times New Roman" w:hAnsi="Times New Roman"/>
          <w:sz w:val="28"/>
          <w:szCs w:val="28"/>
        </w:rPr>
        <w:t xml:space="preserve"> доходов  бюджета удельный вес налоговых и неналоговых доходов (далее  –  собственных доходов) составил </w:t>
      </w:r>
      <w:r>
        <w:rPr>
          <w:rFonts w:ascii="Times New Roman" w:hAnsi="Times New Roman"/>
          <w:sz w:val="28"/>
          <w:szCs w:val="28"/>
        </w:rPr>
        <w:t>87,4</w:t>
      </w:r>
      <w:r w:rsidRPr="00EE509A">
        <w:rPr>
          <w:rFonts w:ascii="Times New Roman" w:hAnsi="Times New Roman"/>
          <w:sz w:val="28"/>
          <w:szCs w:val="28"/>
        </w:rPr>
        <w:t xml:space="preserve">%, что </w:t>
      </w:r>
      <w:r>
        <w:rPr>
          <w:rFonts w:ascii="Times New Roman" w:hAnsi="Times New Roman"/>
          <w:sz w:val="28"/>
          <w:szCs w:val="28"/>
        </w:rPr>
        <w:t>выше</w:t>
      </w:r>
      <w:r w:rsidRPr="00EE509A">
        <w:rPr>
          <w:rFonts w:ascii="Times New Roman" w:hAnsi="Times New Roman"/>
          <w:sz w:val="28"/>
          <w:szCs w:val="28"/>
        </w:rPr>
        <w:t xml:space="preserve"> уровня соответствующего периода прошлого года на  </w:t>
      </w:r>
      <w:r>
        <w:rPr>
          <w:rFonts w:ascii="Times New Roman" w:hAnsi="Times New Roman"/>
          <w:sz w:val="28"/>
          <w:szCs w:val="28"/>
        </w:rPr>
        <w:t>14,3</w:t>
      </w:r>
      <w:r w:rsidRPr="00EE509A">
        <w:rPr>
          <w:rFonts w:ascii="Times New Roman" w:hAnsi="Times New Roman"/>
          <w:sz w:val="28"/>
          <w:szCs w:val="28"/>
        </w:rPr>
        <w:t xml:space="preserve"> процентного пункта. На долю безвозмездных поступлений приходится  </w:t>
      </w:r>
      <w:r>
        <w:rPr>
          <w:rFonts w:ascii="Times New Roman" w:hAnsi="Times New Roman"/>
          <w:sz w:val="28"/>
          <w:szCs w:val="28"/>
        </w:rPr>
        <w:t>12,6</w:t>
      </w:r>
      <w:r w:rsidRPr="00EE509A">
        <w:rPr>
          <w:rFonts w:ascii="Times New Roman" w:hAnsi="Times New Roman"/>
          <w:sz w:val="28"/>
          <w:szCs w:val="28"/>
        </w:rPr>
        <w:t xml:space="preserve">  процента.  Поступления  налоговых и неналоговых доходов  сложились в сумме </w:t>
      </w:r>
      <w:r>
        <w:rPr>
          <w:rFonts w:ascii="Times New Roman" w:hAnsi="Times New Roman"/>
          <w:sz w:val="28"/>
          <w:szCs w:val="28"/>
        </w:rPr>
        <w:t>273,1</w:t>
      </w:r>
      <w:r w:rsidRPr="00EE509A">
        <w:rPr>
          <w:rFonts w:ascii="Times New Roman" w:hAnsi="Times New Roman"/>
          <w:sz w:val="28"/>
          <w:szCs w:val="28"/>
        </w:rPr>
        <w:t xml:space="preserve"> тыс. рублей, или </w:t>
      </w:r>
      <w:r>
        <w:rPr>
          <w:rFonts w:ascii="Times New Roman" w:hAnsi="Times New Roman"/>
          <w:sz w:val="28"/>
          <w:szCs w:val="28"/>
        </w:rPr>
        <w:t>33,2</w:t>
      </w:r>
      <w:r w:rsidRPr="00EE509A">
        <w:rPr>
          <w:rFonts w:ascii="Times New Roman" w:hAnsi="Times New Roman"/>
          <w:sz w:val="28"/>
          <w:szCs w:val="28"/>
        </w:rPr>
        <w:t xml:space="preserve"> % к годовому прогнозу поступлений.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509A">
        <w:rPr>
          <w:rFonts w:ascii="Times New Roman" w:hAnsi="Times New Roman"/>
          <w:sz w:val="28"/>
          <w:szCs w:val="28"/>
        </w:rPr>
        <w:t xml:space="preserve">Безвозмездные поступления  составили </w:t>
      </w:r>
      <w:r>
        <w:rPr>
          <w:rFonts w:ascii="Times New Roman" w:hAnsi="Times New Roman"/>
          <w:sz w:val="28"/>
          <w:szCs w:val="28"/>
        </w:rPr>
        <w:t>39,3</w:t>
      </w:r>
      <w:r w:rsidRPr="00EE509A">
        <w:rPr>
          <w:rFonts w:ascii="Times New Roman" w:hAnsi="Times New Roman"/>
          <w:sz w:val="28"/>
          <w:szCs w:val="28"/>
        </w:rPr>
        <w:t xml:space="preserve"> тыс. рублей, или </w:t>
      </w:r>
      <w:r>
        <w:rPr>
          <w:rFonts w:ascii="Times New Roman" w:hAnsi="Times New Roman"/>
          <w:sz w:val="28"/>
          <w:szCs w:val="28"/>
        </w:rPr>
        <w:t>5,8</w:t>
      </w:r>
      <w:r w:rsidRPr="00EE509A">
        <w:rPr>
          <w:rFonts w:ascii="Times New Roman" w:hAnsi="Times New Roman"/>
          <w:sz w:val="28"/>
          <w:szCs w:val="28"/>
        </w:rPr>
        <w:t>% к годовому прогнозу поступлений</w:t>
      </w:r>
      <w:r>
        <w:rPr>
          <w:rFonts w:ascii="Times New Roman" w:hAnsi="Times New Roman"/>
          <w:sz w:val="28"/>
          <w:szCs w:val="28"/>
        </w:rPr>
        <w:t>.</w:t>
      </w:r>
    </w:p>
    <w:p w:rsidR="0067354D" w:rsidRDefault="0067354D" w:rsidP="00DE292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36611C">
        <w:rPr>
          <w:rFonts w:ascii="Times New Roman" w:hAnsi="Times New Roman"/>
          <w:b/>
          <w:sz w:val="28"/>
          <w:szCs w:val="28"/>
        </w:rPr>
        <w:t>Налоговые</w:t>
      </w:r>
      <w:r w:rsidRPr="00DE2923">
        <w:rPr>
          <w:rFonts w:ascii="Times New Roman" w:hAnsi="Times New Roman"/>
          <w:b/>
          <w:sz w:val="28"/>
          <w:szCs w:val="28"/>
        </w:rPr>
        <w:t xml:space="preserve"> доходы бюджета</w:t>
      </w:r>
    </w:p>
    <w:p w:rsidR="0067354D" w:rsidRDefault="0067354D" w:rsidP="002340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1 квартал  2019 года в структуре  собственных доходов бюджета на долю  налоговых доходов  приходится 100,0 процента. В абсолютном выражении поступления в бюджет составили 273,1  тыс. рублей, или  33,2% годовых плановых назначений.  К соответствующему периоду 2018 года рост поступлений составил  109,9 процента. </w:t>
      </w:r>
      <w:r w:rsidRPr="00634297">
        <w:rPr>
          <w:rFonts w:ascii="Times New Roman" w:hAnsi="Times New Roman"/>
          <w:sz w:val="28"/>
          <w:szCs w:val="28"/>
        </w:rPr>
        <w:t>Основным</w:t>
      </w:r>
      <w:r>
        <w:rPr>
          <w:rFonts w:ascii="Times New Roman" w:hAnsi="Times New Roman"/>
          <w:sz w:val="28"/>
          <w:szCs w:val="28"/>
        </w:rPr>
        <w:t xml:space="preserve"> налогом, сформировавшим доходную  часть бюджета  за 1 квартал  2019 года,  является земельный налог. На его долю приходится 75,2% поступивших налоговых доходов.</w:t>
      </w:r>
    </w:p>
    <w:p w:rsidR="0067354D" w:rsidRDefault="0067354D" w:rsidP="002340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Налог на доходы физических лиц</w:t>
      </w:r>
      <w:r>
        <w:rPr>
          <w:rFonts w:ascii="Times New Roman" w:hAnsi="Times New Roman"/>
          <w:sz w:val="28"/>
          <w:szCs w:val="28"/>
        </w:rPr>
        <w:t xml:space="preserve">  (НДФЛ) поступил в бюджет в сумме 6,5  тыс. рублей, годовые плановые назначения исполнены на 15,8 процента. Доля НДФЛ в налоговых доходах составила 2,4 процента. К соответствующему периоду 2018 года поступления снизились на 30,8%, или 2,9 тыс. рублей.</w:t>
      </w:r>
    </w:p>
    <w:p w:rsidR="0067354D" w:rsidRDefault="0067354D" w:rsidP="002340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Налог на совокупный доход</w:t>
      </w:r>
      <w:r>
        <w:rPr>
          <w:rFonts w:ascii="Times New Roman" w:hAnsi="Times New Roman"/>
          <w:sz w:val="28"/>
          <w:szCs w:val="28"/>
        </w:rPr>
        <w:t xml:space="preserve">  (единый сельскохозяйственный налог) поступил в сумме 66,7  тыс. рублей. Годовые плановые назначения исполнены на  41,7  процента. Удельный вес данной подгруппы доходов в структуре налоговых доходов составляет 24,4 процента.  </w:t>
      </w:r>
    </w:p>
    <w:p w:rsidR="0067354D" w:rsidRDefault="0067354D" w:rsidP="002340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Налог на имущество </w:t>
      </w:r>
      <w:r w:rsidRPr="00D71EEB">
        <w:rPr>
          <w:rFonts w:ascii="Times New Roman" w:hAnsi="Times New Roman"/>
          <w:sz w:val="28"/>
          <w:szCs w:val="28"/>
        </w:rPr>
        <w:t>утвержден в сумме 104,0 тыс. рублей</w:t>
      </w:r>
      <w:r>
        <w:rPr>
          <w:rFonts w:ascii="Times New Roman" w:hAnsi="Times New Roman"/>
          <w:sz w:val="28"/>
          <w:szCs w:val="28"/>
        </w:rPr>
        <w:t>. Объем уточненный поступлений прошлых лет составил  (-)5,6  тыс. рублей.</w:t>
      </w:r>
    </w:p>
    <w:p w:rsidR="0067354D" w:rsidRDefault="0067354D" w:rsidP="002340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309D">
        <w:rPr>
          <w:rFonts w:ascii="Times New Roman" w:hAnsi="Times New Roman"/>
          <w:b/>
          <w:sz w:val="28"/>
          <w:szCs w:val="28"/>
        </w:rPr>
        <w:t>Земельный налог</w:t>
      </w:r>
      <w:r>
        <w:rPr>
          <w:rFonts w:ascii="Times New Roman" w:hAnsi="Times New Roman"/>
          <w:sz w:val="28"/>
          <w:szCs w:val="28"/>
        </w:rPr>
        <w:t xml:space="preserve"> поступил в сумме 205,5 тыс. рублей. Годовые плановые назначения исполнены на  39,7  процента. Удельный вес в структуре налоговых доходов составляет 75,2 процента.  Темп роста по сравнению с аналогичным периодом прошлого года составляет 86,7 процента.</w:t>
      </w:r>
    </w:p>
    <w:p w:rsidR="0067354D" w:rsidRDefault="0067354D" w:rsidP="002340F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Безвозмездные поступления</w:t>
      </w:r>
    </w:p>
    <w:p w:rsidR="0067354D" w:rsidRDefault="0067354D" w:rsidP="002340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 1 квартал  2019 года кассовое исполнение безвозмездных поступлений составило  39,3  тыс. рублей, или  5,8 % утвержденных годовых назначений. По сравнению с аналогичным периодом 2018 года общий объем   безвозмездных поступлений снизился на 57,0 процента, или на 52,2 тыс.  рублей. Объем полученных дотаций  (на выравнивание) за  1 квартал  2019 года составляет  19,5  тыс. рублей, или  25,0 % плановых назначений и 156,0 % к уровню аналогичного периода 2018 года.</w:t>
      </w:r>
    </w:p>
    <w:p w:rsidR="0067354D" w:rsidRDefault="0067354D" w:rsidP="002340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Субвенции  на осуществление первичного воинского учета за отчетный период поступили в сумме  19,8 тыс. рублей,  что составило  25,0  % годового плана и  124,5 % к уровню  аналогичного периода 2018 года.</w:t>
      </w:r>
    </w:p>
    <w:p w:rsidR="0067354D" w:rsidRDefault="0067354D" w:rsidP="002340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Кассовое исполнение  межбюджетных трансфертов  отсутствует, при утвержденных годовых назначения в сумме  115,0  тыс. рублей. </w:t>
      </w:r>
    </w:p>
    <w:p w:rsidR="0067354D" w:rsidRPr="00F829C0" w:rsidRDefault="0067354D" w:rsidP="00C937C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Сведения о поступлении доходов за  1 квартал  2019 года </w:t>
      </w:r>
      <w:r w:rsidRPr="00BA7D1A">
        <w:rPr>
          <w:rFonts w:ascii="Times New Roman" w:hAnsi="Times New Roman"/>
          <w:sz w:val="28"/>
          <w:szCs w:val="28"/>
        </w:rPr>
        <w:t>представлены в  таблице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 w:rsidRPr="00F829C0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36"/>
        <w:gridCol w:w="1418"/>
        <w:gridCol w:w="1525"/>
        <w:gridCol w:w="1276"/>
        <w:gridCol w:w="1417"/>
        <w:gridCol w:w="1382"/>
      </w:tblGrid>
      <w:tr w:rsidR="0067354D" w:rsidRPr="0082630F" w:rsidTr="00F61244">
        <w:tc>
          <w:tcPr>
            <w:tcW w:w="2836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630F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18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630F">
              <w:rPr>
                <w:rFonts w:ascii="Times New Roman" w:hAnsi="Times New Roman"/>
              </w:rPr>
              <w:t>Исполнено</w:t>
            </w:r>
          </w:p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630F">
              <w:rPr>
                <w:rFonts w:ascii="Times New Roman" w:hAnsi="Times New Roman"/>
              </w:rPr>
              <w:t xml:space="preserve">1 кв. 2018 </w:t>
            </w:r>
          </w:p>
        </w:tc>
        <w:tc>
          <w:tcPr>
            <w:tcW w:w="1525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630F">
              <w:rPr>
                <w:rFonts w:ascii="Times New Roman" w:hAnsi="Times New Roman"/>
              </w:rPr>
              <w:t>Утверждено</w:t>
            </w:r>
          </w:p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630F">
              <w:rPr>
                <w:rFonts w:ascii="Times New Roman" w:hAnsi="Times New Roman"/>
              </w:rPr>
              <w:t>на</w:t>
            </w:r>
          </w:p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630F">
              <w:rPr>
                <w:rFonts w:ascii="Times New Roman" w:hAnsi="Times New Roman"/>
              </w:rPr>
              <w:t>01.04.2019</w:t>
            </w:r>
          </w:p>
        </w:tc>
        <w:tc>
          <w:tcPr>
            <w:tcW w:w="1276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630F">
              <w:rPr>
                <w:rFonts w:ascii="Times New Roman" w:hAnsi="Times New Roman"/>
              </w:rPr>
              <w:t>Исполнено</w:t>
            </w:r>
          </w:p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630F">
              <w:rPr>
                <w:rFonts w:ascii="Times New Roman" w:hAnsi="Times New Roman"/>
              </w:rPr>
              <w:t xml:space="preserve">1 кв. 2019 </w:t>
            </w:r>
          </w:p>
        </w:tc>
        <w:tc>
          <w:tcPr>
            <w:tcW w:w="1417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630F">
              <w:rPr>
                <w:rFonts w:ascii="Times New Roman" w:hAnsi="Times New Roman"/>
              </w:rPr>
              <w:t>% исполнения</w:t>
            </w:r>
          </w:p>
        </w:tc>
        <w:tc>
          <w:tcPr>
            <w:tcW w:w="1382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630F">
              <w:rPr>
                <w:rFonts w:ascii="Times New Roman" w:hAnsi="Times New Roman"/>
              </w:rPr>
              <w:t>2019/2018</w:t>
            </w:r>
          </w:p>
        </w:tc>
      </w:tr>
      <w:tr w:rsidR="0067354D" w:rsidRPr="0082630F" w:rsidTr="00F61244">
        <w:tc>
          <w:tcPr>
            <w:tcW w:w="2836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2630F">
              <w:rPr>
                <w:rFonts w:ascii="Times New Roman" w:hAnsi="Times New Roman"/>
                <w:b/>
              </w:rPr>
              <w:t>Собственные  доходы,  всего.</w:t>
            </w:r>
          </w:p>
        </w:tc>
        <w:tc>
          <w:tcPr>
            <w:tcW w:w="1418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30F">
              <w:rPr>
                <w:rFonts w:ascii="Times New Roman" w:hAnsi="Times New Roman"/>
                <w:b/>
                <w:sz w:val="24"/>
                <w:szCs w:val="24"/>
              </w:rPr>
              <w:t>248,5</w:t>
            </w:r>
          </w:p>
        </w:tc>
        <w:tc>
          <w:tcPr>
            <w:tcW w:w="1525" w:type="dxa"/>
            <w:vAlign w:val="center"/>
          </w:tcPr>
          <w:p w:rsidR="0067354D" w:rsidRPr="00E66EC2" w:rsidRDefault="0067354D" w:rsidP="00F6124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822,0</w:t>
            </w:r>
          </w:p>
        </w:tc>
        <w:tc>
          <w:tcPr>
            <w:tcW w:w="1276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2630F">
              <w:rPr>
                <w:rFonts w:ascii="Times New Roman" w:hAnsi="Times New Roman"/>
                <w:b/>
              </w:rPr>
              <w:t>273,1</w:t>
            </w:r>
          </w:p>
        </w:tc>
        <w:tc>
          <w:tcPr>
            <w:tcW w:w="1417" w:type="dxa"/>
            <w:vAlign w:val="center"/>
          </w:tcPr>
          <w:p w:rsidR="0067354D" w:rsidRPr="00E66EC2" w:rsidRDefault="0067354D" w:rsidP="00F6124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33,2</w:t>
            </w:r>
          </w:p>
        </w:tc>
        <w:tc>
          <w:tcPr>
            <w:tcW w:w="1382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2630F">
              <w:rPr>
                <w:rFonts w:ascii="Times New Roman" w:hAnsi="Times New Roman"/>
                <w:b/>
              </w:rPr>
              <w:t>109,9</w:t>
            </w:r>
          </w:p>
        </w:tc>
      </w:tr>
      <w:tr w:rsidR="0067354D" w:rsidRPr="0082630F" w:rsidTr="00F61244">
        <w:tc>
          <w:tcPr>
            <w:tcW w:w="2836" w:type="dxa"/>
          </w:tcPr>
          <w:p w:rsidR="0067354D" w:rsidRPr="0082630F" w:rsidRDefault="0067354D" w:rsidP="00F6124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2630F">
              <w:rPr>
                <w:rFonts w:ascii="Times New Roman" w:hAnsi="Times New Roman"/>
                <w:b/>
              </w:rPr>
              <w:t>налоговые доходы:</w:t>
            </w:r>
          </w:p>
        </w:tc>
        <w:tc>
          <w:tcPr>
            <w:tcW w:w="1418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30F">
              <w:rPr>
                <w:rFonts w:ascii="Times New Roman" w:hAnsi="Times New Roman"/>
                <w:b/>
                <w:sz w:val="24"/>
                <w:szCs w:val="24"/>
              </w:rPr>
              <w:t>248,5</w:t>
            </w:r>
          </w:p>
        </w:tc>
        <w:tc>
          <w:tcPr>
            <w:tcW w:w="1525" w:type="dxa"/>
            <w:vAlign w:val="center"/>
          </w:tcPr>
          <w:p w:rsidR="0067354D" w:rsidRPr="00E66EC2" w:rsidRDefault="0067354D" w:rsidP="00F6124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822,0</w:t>
            </w:r>
          </w:p>
        </w:tc>
        <w:tc>
          <w:tcPr>
            <w:tcW w:w="1276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2630F">
              <w:rPr>
                <w:rFonts w:ascii="Times New Roman" w:hAnsi="Times New Roman"/>
                <w:b/>
              </w:rPr>
              <w:t>273,1</w:t>
            </w:r>
          </w:p>
        </w:tc>
        <w:tc>
          <w:tcPr>
            <w:tcW w:w="1417" w:type="dxa"/>
            <w:vAlign w:val="center"/>
          </w:tcPr>
          <w:p w:rsidR="0067354D" w:rsidRPr="00E66EC2" w:rsidRDefault="0067354D" w:rsidP="00F6124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33,2</w:t>
            </w:r>
          </w:p>
        </w:tc>
        <w:tc>
          <w:tcPr>
            <w:tcW w:w="1382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2630F">
              <w:rPr>
                <w:rFonts w:ascii="Times New Roman" w:hAnsi="Times New Roman"/>
                <w:b/>
              </w:rPr>
              <w:t>109,9</w:t>
            </w:r>
          </w:p>
        </w:tc>
      </w:tr>
      <w:tr w:rsidR="0067354D" w:rsidRPr="0082630F" w:rsidTr="00F61244">
        <w:tc>
          <w:tcPr>
            <w:tcW w:w="2836" w:type="dxa"/>
          </w:tcPr>
          <w:p w:rsidR="0067354D" w:rsidRPr="0082630F" w:rsidRDefault="0067354D" w:rsidP="00F6124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82630F">
              <w:rPr>
                <w:rFonts w:ascii="Times New Roman" w:hAnsi="Times New Roman"/>
                <w:i/>
              </w:rPr>
              <w:t>- НДФЛ</w:t>
            </w:r>
          </w:p>
        </w:tc>
        <w:tc>
          <w:tcPr>
            <w:tcW w:w="1418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2630F">
              <w:rPr>
                <w:rFonts w:ascii="Times New Roman" w:hAnsi="Times New Roman"/>
                <w:i/>
                <w:sz w:val="24"/>
                <w:szCs w:val="24"/>
              </w:rPr>
              <w:t>9,4</w:t>
            </w:r>
          </w:p>
        </w:tc>
        <w:tc>
          <w:tcPr>
            <w:tcW w:w="1525" w:type="dxa"/>
            <w:vAlign w:val="center"/>
          </w:tcPr>
          <w:p w:rsidR="0067354D" w:rsidRPr="00E66EC2" w:rsidRDefault="0067354D" w:rsidP="00F61244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41,0</w:t>
            </w:r>
          </w:p>
        </w:tc>
        <w:tc>
          <w:tcPr>
            <w:tcW w:w="1276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82630F">
              <w:rPr>
                <w:rFonts w:ascii="Times New Roman" w:hAnsi="Times New Roman"/>
                <w:i/>
              </w:rPr>
              <w:t>6,5</w:t>
            </w:r>
          </w:p>
        </w:tc>
        <w:tc>
          <w:tcPr>
            <w:tcW w:w="1417" w:type="dxa"/>
            <w:vAlign w:val="center"/>
          </w:tcPr>
          <w:p w:rsidR="0067354D" w:rsidRPr="00E66EC2" w:rsidRDefault="0067354D" w:rsidP="00F61244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15,8</w:t>
            </w:r>
          </w:p>
        </w:tc>
        <w:tc>
          <w:tcPr>
            <w:tcW w:w="1382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82630F">
              <w:rPr>
                <w:rFonts w:ascii="Times New Roman" w:hAnsi="Times New Roman"/>
                <w:i/>
              </w:rPr>
              <w:t>69,1</w:t>
            </w:r>
          </w:p>
        </w:tc>
      </w:tr>
      <w:tr w:rsidR="0067354D" w:rsidRPr="0082630F" w:rsidTr="00F61244">
        <w:tc>
          <w:tcPr>
            <w:tcW w:w="2836" w:type="dxa"/>
          </w:tcPr>
          <w:p w:rsidR="0067354D" w:rsidRPr="0082630F" w:rsidRDefault="0067354D" w:rsidP="00F6124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82630F">
              <w:rPr>
                <w:rFonts w:ascii="Times New Roman" w:hAnsi="Times New Roman"/>
                <w:i/>
              </w:rPr>
              <w:t>- единый с/х налог</w:t>
            </w:r>
          </w:p>
        </w:tc>
        <w:tc>
          <w:tcPr>
            <w:tcW w:w="1418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2630F">
              <w:rPr>
                <w:rFonts w:ascii="Times New Roman" w:hAnsi="Times New Roman"/>
                <w:i/>
                <w:sz w:val="24"/>
                <w:szCs w:val="24"/>
              </w:rPr>
              <w:t>1,4</w:t>
            </w:r>
          </w:p>
        </w:tc>
        <w:tc>
          <w:tcPr>
            <w:tcW w:w="1525" w:type="dxa"/>
            <w:vAlign w:val="center"/>
          </w:tcPr>
          <w:p w:rsidR="0067354D" w:rsidRPr="00E66EC2" w:rsidRDefault="0067354D" w:rsidP="00F61244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160,0</w:t>
            </w:r>
          </w:p>
        </w:tc>
        <w:tc>
          <w:tcPr>
            <w:tcW w:w="1276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82630F">
              <w:rPr>
                <w:rFonts w:ascii="Times New Roman" w:hAnsi="Times New Roman"/>
                <w:i/>
              </w:rPr>
              <w:t>66,7</w:t>
            </w:r>
          </w:p>
        </w:tc>
        <w:tc>
          <w:tcPr>
            <w:tcW w:w="1417" w:type="dxa"/>
            <w:vAlign w:val="center"/>
          </w:tcPr>
          <w:p w:rsidR="0067354D" w:rsidRPr="00E66EC2" w:rsidRDefault="0067354D" w:rsidP="00F61244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41,7</w:t>
            </w:r>
          </w:p>
        </w:tc>
        <w:tc>
          <w:tcPr>
            <w:tcW w:w="1382" w:type="dxa"/>
            <w:vAlign w:val="center"/>
          </w:tcPr>
          <w:p w:rsidR="0067354D" w:rsidRPr="0082630F" w:rsidRDefault="0067354D" w:rsidP="007B76C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82630F">
              <w:rPr>
                <w:rFonts w:ascii="Times New Roman" w:hAnsi="Times New Roman"/>
                <w:i/>
              </w:rPr>
              <w:t>47,6 раза</w:t>
            </w:r>
          </w:p>
        </w:tc>
      </w:tr>
      <w:tr w:rsidR="0067354D" w:rsidRPr="0082630F" w:rsidTr="00F61244">
        <w:tc>
          <w:tcPr>
            <w:tcW w:w="2836" w:type="dxa"/>
          </w:tcPr>
          <w:p w:rsidR="0067354D" w:rsidRPr="0082630F" w:rsidRDefault="0067354D" w:rsidP="00F6124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82630F">
              <w:rPr>
                <w:rFonts w:ascii="Times New Roman" w:hAnsi="Times New Roman"/>
                <w:i/>
              </w:rPr>
              <w:t xml:space="preserve">- Налог на имущество </w:t>
            </w:r>
          </w:p>
        </w:tc>
        <w:tc>
          <w:tcPr>
            <w:tcW w:w="1418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2630F">
              <w:rPr>
                <w:rFonts w:ascii="Times New Roman" w:hAnsi="Times New Roman"/>
                <w:i/>
                <w:sz w:val="24"/>
                <w:szCs w:val="24"/>
              </w:rPr>
              <w:t>0,5</w:t>
            </w:r>
          </w:p>
        </w:tc>
        <w:tc>
          <w:tcPr>
            <w:tcW w:w="1525" w:type="dxa"/>
            <w:vAlign w:val="center"/>
          </w:tcPr>
          <w:p w:rsidR="0067354D" w:rsidRPr="00E66EC2" w:rsidRDefault="0067354D" w:rsidP="00F61244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104,0</w:t>
            </w:r>
          </w:p>
        </w:tc>
        <w:tc>
          <w:tcPr>
            <w:tcW w:w="1276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82630F">
              <w:rPr>
                <w:rFonts w:ascii="Times New Roman" w:hAnsi="Times New Roman"/>
                <w:i/>
              </w:rPr>
              <w:t>-5,6</w:t>
            </w:r>
          </w:p>
        </w:tc>
        <w:tc>
          <w:tcPr>
            <w:tcW w:w="1417" w:type="dxa"/>
            <w:vAlign w:val="center"/>
          </w:tcPr>
          <w:p w:rsidR="0067354D" w:rsidRPr="00E66EC2" w:rsidRDefault="0067354D" w:rsidP="00F61244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0,0</w:t>
            </w:r>
          </w:p>
        </w:tc>
        <w:tc>
          <w:tcPr>
            <w:tcW w:w="1382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82630F">
              <w:rPr>
                <w:rFonts w:ascii="Times New Roman" w:hAnsi="Times New Roman"/>
                <w:i/>
              </w:rPr>
              <w:t>0,0</w:t>
            </w:r>
          </w:p>
        </w:tc>
      </w:tr>
      <w:tr w:rsidR="0067354D" w:rsidRPr="0082630F" w:rsidTr="00F61244">
        <w:tc>
          <w:tcPr>
            <w:tcW w:w="2836" w:type="dxa"/>
          </w:tcPr>
          <w:p w:rsidR="0067354D" w:rsidRPr="0082630F" w:rsidRDefault="0067354D" w:rsidP="00F6124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82630F">
              <w:rPr>
                <w:rFonts w:ascii="Times New Roman" w:hAnsi="Times New Roman"/>
                <w:i/>
              </w:rPr>
              <w:t>- Земельный налог</w:t>
            </w:r>
          </w:p>
        </w:tc>
        <w:tc>
          <w:tcPr>
            <w:tcW w:w="1418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2630F">
              <w:rPr>
                <w:rFonts w:ascii="Times New Roman" w:hAnsi="Times New Roman"/>
                <w:i/>
                <w:sz w:val="24"/>
                <w:szCs w:val="24"/>
              </w:rPr>
              <w:t>237,0</w:t>
            </w:r>
          </w:p>
        </w:tc>
        <w:tc>
          <w:tcPr>
            <w:tcW w:w="1525" w:type="dxa"/>
            <w:vAlign w:val="center"/>
          </w:tcPr>
          <w:p w:rsidR="0067354D" w:rsidRPr="00E66EC2" w:rsidRDefault="0067354D" w:rsidP="00F61244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517,0</w:t>
            </w:r>
          </w:p>
        </w:tc>
        <w:tc>
          <w:tcPr>
            <w:tcW w:w="1276" w:type="dxa"/>
            <w:vAlign w:val="center"/>
          </w:tcPr>
          <w:p w:rsidR="0067354D" w:rsidRPr="0082630F" w:rsidRDefault="0067354D" w:rsidP="005924C9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82630F">
              <w:rPr>
                <w:rFonts w:ascii="Times New Roman" w:hAnsi="Times New Roman"/>
                <w:i/>
              </w:rPr>
              <w:t>205,5</w:t>
            </w:r>
          </w:p>
        </w:tc>
        <w:tc>
          <w:tcPr>
            <w:tcW w:w="1417" w:type="dxa"/>
            <w:vAlign w:val="center"/>
          </w:tcPr>
          <w:p w:rsidR="0067354D" w:rsidRPr="00E66EC2" w:rsidRDefault="0067354D" w:rsidP="00F61244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39,8</w:t>
            </w:r>
          </w:p>
        </w:tc>
        <w:tc>
          <w:tcPr>
            <w:tcW w:w="1382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82630F">
              <w:rPr>
                <w:rFonts w:ascii="Times New Roman" w:hAnsi="Times New Roman"/>
                <w:i/>
              </w:rPr>
              <w:t>86,7</w:t>
            </w:r>
          </w:p>
        </w:tc>
      </w:tr>
      <w:tr w:rsidR="0067354D" w:rsidRPr="0082630F" w:rsidTr="00F61244">
        <w:tc>
          <w:tcPr>
            <w:tcW w:w="2836" w:type="dxa"/>
          </w:tcPr>
          <w:p w:rsidR="0067354D" w:rsidRPr="0082630F" w:rsidRDefault="0067354D" w:rsidP="00F6124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2630F">
              <w:rPr>
                <w:rFonts w:ascii="Times New Roman" w:hAnsi="Times New Roman"/>
                <w:b/>
              </w:rPr>
              <w:t>Безвозмездные поступления:</w:t>
            </w:r>
          </w:p>
        </w:tc>
        <w:tc>
          <w:tcPr>
            <w:tcW w:w="1418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30F">
              <w:rPr>
                <w:rFonts w:ascii="Times New Roman" w:hAnsi="Times New Roman"/>
                <w:b/>
                <w:sz w:val="24"/>
                <w:szCs w:val="24"/>
              </w:rPr>
              <w:t>91,5</w:t>
            </w:r>
          </w:p>
        </w:tc>
        <w:tc>
          <w:tcPr>
            <w:tcW w:w="1525" w:type="dxa"/>
            <w:vAlign w:val="center"/>
          </w:tcPr>
          <w:p w:rsidR="0067354D" w:rsidRPr="00E66EC2" w:rsidRDefault="0067354D" w:rsidP="00F6124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682,3</w:t>
            </w:r>
          </w:p>
        </w:tc>
        <w:tc>
          <w:tcPr>
            <w:tcW w:w="1276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2630F">
              <w:rPr>
                <w:rFonts w:ascii="Times New Roman" w:hAnsi="Times New Roman"/>
                <w:b/>
              </w:rPr>
              <w:t>39,3</w:t>
            </w:r>
          </w:p>
        </w:tc>
        <w:tc>
          <w:tcPr>
            <w:tcW w:w="1417" w:type="dxa"/>
            <w:vAlign w:val="center"/>
          </w:tcPr>
          <w:p w:rsidR="0067354D" w:rsidRPr="00E66EC2" w:rsidRDefault="0067354D" w:rsidP="00F6124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5,8</w:t>
            </w:r>
          </w:p>
        </w:tc>
        <w:tc>
          <w:tcPr>
            <w:tcW w:w="1382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2630F">
              <w:rPr>
                <w:rFonts w:ascii="Times New Roman" w:hAnsi="Times New Roman"/>
                <w:b/>
              </w:rPr>
              <w:t>43,0</w:t>
            </w:r>
          </w:p>
        </w:tc>
      </w:tr>
      <w:tr w:rsidR="0067354D" w:rsidRPr="0082630F" w:rsidTr="00F61244">
        <w:tc>
          <w:tcPr>
            <w:tcW w:w="2836" w:type="dxa"/>
          </w:tcPr>
          <w:p w:rsidR="0067354D" w:rsidRPr="0082630F" w:rsidRDefault="0067354D" w:rsidP="00F6124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2630F">
              <w:rPr>
                <w:rFonts w:ascii="Times New Roman" w:hAnsi="Times New Roman"/>
                <w:b/>
              </w:rPr>
              <w:t>- дотации:</w:t>
            </w:r>
          </w:p>
        </w:tc>
        <w:tc>
          <w:tcPr>
            <w:tcW w:w="1418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75,5</w:t>
            </w:r>
          </w:p>
        </w:tc>
        <w:tc>
          <w:tcPr>
            <w:tcW w:w="1525" w:type="dxa"/>
            <w:vAlign w:val="center"/>
          </w:tcPr>
          <w:p w:rsidR="0067354D" w:rsidRPr="00E66EC2" w:rsidRDefault="0067354D" w:rsidP="00F6124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488,0</w:t>
            </w:r>
          </w:p>
        </w:tc>
        <w:tc>
          <w:tcPr>
            <w:tcW w:w="1276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630F">
              <w:rPr>
                <w:rFonts w:ascii="Times New Roman" w:hAnsi="Times New Roman"/>
              </w:rPr>
              <w:t>19,5</w:t>
            </w:r>
          </w:p>
        </w:tc>
        <w:tc>
          <w:tcPr>
            <w:tcW w:w="1417" w:type="dxa"/>
            <w:vAlign w:val="center"/>
          </w:tcPr>
          <w:p w:rsidR="0067354D" w:rsidRPr="00E66EC2" w:rsidRDefault="0067354D" w:rsidP="00F6124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</w:t>
            </w:r>
          </w:p>
        </w:tc>
        <w:tc>
          <w:tcPr>
            <w:tcW w:w="1382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630F">
              <w:rPr>
                <w:rFonts w:ascii="Times New Roman" w:hAnsi="Times New Roman"/>
              </w:rPr>
              <w:t>25,8</w:t>
            </w:r>
          </w:p>
        </w:tc>
      </w:tr>
      <w:tr w:rsidR="0067354D" w:rsidRPr="0082630F" w:rsidTr="00F61244">
        <w:tc>
          <w:tcPr>
            <w:tcW w:w="2836" w:type="dxa"/>
          </w:tcPr>
          <w:p w:rsidR="0067354D" w:rsidRPr="0082630F" w:rsidRDefault="0067354D" w:rsidP="00F6124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82630F">
              <w:rPr>
                <w:rFonts w:ascii="Times New Roman" w:hAnsi="Times New Roman"/>
                <w:i/>
              </w:rPr>
              <w:t>на выравнивание</w:t>
            </w:r>
          </w:p>
        </w:tc>
        <w:tc>
          <w:tcPr>
            <w:tcW w:w="1418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2630F">
              <w:rPr>
                <w:rFonts w:ascii="Times New Roman" w:hAnsi="Times New Roman"/>
                <w:i/>
                <w:sz w:val="24"/>
                <w:szCs w:val="24"/>
              </w:rPr>
              <w:t>12,5</w:t>
            </w:r>
          </w:p>
        </w:tc>
        <w:tc>
          <w:tcPr>
            <w:tcW w:w="1525" w:type="dxa"/>
            <w:vAlign w:val="center"/>
          </w:tcPr>
          <w:p w:rsidR="0067354D" w:rsidRPr="00E66EC2" w:rsidRDefault="0067354D" w:rsidP="00F61244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78,0</w:t>
            </w:r>
          </w:p>
        </w:tc>
        <w:tc>
          <w:tcPr>
            <w:tcW w:w="1276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82630F">
              <w:rPr>
                <w:rFonts w:ascii="Times New Roman" w:hAnsi="Times New Roman"/>
                <w:i/>
              </w:rPr>
              <w:t>19,5</w:t>
            </w:r>
          </w:p>
        </w:tc>
        <w:tc>
          <w:tcPr>
            <w:tcW w:w="1417" w:type="dxa"/>
            <w:vAlign w:val="center"/>
          </w:tcPr>
          <w:p w:rsidR="0067354D" w:rsidRPr="00E66EC2" w:rsidRDefault="0067354D" w:rsidP="00F61244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25,0</w:t>
            </w:r>
          </w:p>
        </w:tc>
        <w:tc>
          <w:tcPr>
            <w:tcW w:w="1382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82630F">
              <w:rPr>
                <w:rFonts w:ascii="Times New Roman" w:hAnsi="Times New Roman"/>
                <w:i/>
              </w:rPr>
              <w:t>156,0</w:t>
            </w:r>
          </w:p>
        </w:tc>
      </w:tr>
      <w:tr w:rsidR="0067354D" w:rsidRPr="0082630F" w:rsidTr="00F61244">
        <w:trPr>
          <w:trHeight w:val="313"/>
        </w:trPr>
        <w:tc>
          <w:tcPr>
            <w:tcW w:w="2836" w:type="dxa"/>
          </w:tcPr>
          <w:p w:rsidR="0067354D" w:rsidRPr="0082630F" w:rsidRDefault="0067354D" w:rsidP="00F6124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82630F">
              <w:rPr>
                <w:rFonts w:ascii="Times New Roman" w:hAnsi="Times New Roman"/>
                <w:i/>
              </w:rPr>
              <w:t>на сбалансированность</w:t>
            </w:r>
          </w:p>
        </w:tc>
        <w:tc>
          <w:tcPr>
            <w:tcW w:w="1418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2630F">
              <w:rPr>
                <w:rFonts w:ascii="Times New Roman" w:hAnsi="Times New Roman"/>
                <w:i/>
                <w:sz w:val="24"/>
                <w:szCs w:val="24"/>
              </w:rPr>
              <w:t>63,0</w:t>
            </w:r>
          </w:p>
        </w:tc>
        <w:tc>
          <w:tcPr>
            <w:tcW w:w="1525" w:type="dxa"/>
            <w:vAlign w:val="center"/>
          </w:tcPr>
          <w:p w:rsidR="0067354D" w:rsidRPr="00E66EC2" w:rsidRDefault="0067354D" w:rsidP="00F61244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410,0</w:t>
            </w:r>
          </w:p>
        </w:tc>
        <w:tc>
          <w:tcPr>
            <w:tcW w:w="1276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82630F">
              <w:rPr>
                <w:rFonts w:ascii="Times New Roman" w:hAnsi="Times New Roman"/>
                <w:i/>
              </w:rPr>
              <w:t>0,0</w:t>
            </w:r>
          </w:p>
        </w:tc>
        <w:tc>
          <w:tcPr>
            <w:tcW w:w="1417" w:type="dxa"/>
            <w:vAlign w:val="center"/>
          </w:tcPr>
          <w:p w:rsidR="0067354D" w:rsidRPr="00E66EC2" w:rsidRDefault="0067354D" w:rsidP="00F61244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0,0</w:t>
            </w:r>
          </w:p>
        </w:tc>
        <w:tc>
          <w:tcPr>
            <w:tcW w:w="1382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82630F">
              <w:rPr>
                <w:rFonts w:ascii="Times New Roman" w:hAnsi="Times New Roman"/>
                <w:i/>
              </w:rPr>
              <w:t>0,0</w:t>
            </w:r>
          </w:p>
        </w:tc>
      </w:tr>
      <w:tr w:rsidR="0067354D" w:rsidRPr="0082630F" w:rsidTr="00F61244">
        <w:tc>
          <w:tcPr>
            <w:tcW w:w="2836" w:type="dxa"/>
          </w:tcPr>
          <w:p w:rsidR="0067354D" w:rsidRPr="0082630F" w:rsidRDefault="0067354D" w:rsidP="00F6124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2630F">
              <w:rPr>
                <w:rFonts w:ascii="Times New Roman" w:hAnsi="Times New Roman"/>
                <w:b/>
              </w:rPr>
              <w:t>- субвенции:</w:t>
            </w:r>
          </w:p>
        </w:tc>
        <w:tc>
          <w:tcPr>
            <w:tcW w:w="1418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15,9</w:t>
            </w:r>
          </w:p>
        </w:tc>
        <w:tc>
          <w:tcPr>
            <w:tcW w:w="1525" w:type="dxa"/>
            <w:vAlign w:val="center"/>
          </w:tcPr>
          <w:p w:rsidR="0067354D" w:rsidRPr="00E66EC2" w:rsidRDefault="0067354D" w:rsidP="00F6124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79,3</w:t>
            </w:r>
          </w:p>
        </w:tc>
        <w:tc>
          <w:tcPr>
            <w:tcW w:w="1276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630F">
              <w:rPr>
                <w:rFonts w:ascii="Times New Roman" w:hAnsi="Times New Roman"/>
              </w:rPr>
              <w:t>19,8</w:t>
            </w:r>
          </w:p>
        </w:tc>
        <w:tc>
          <w:tcPr>
            <w:tcW w:w="1417" w:type="dxa"/>
            <w:vAlign w:val="center"/>
          </w:tcPr>
          <w:p w:rsidR="0067354D" w:rsidRPr="00E66EC2" w:rsidRDefault="0067354D" w:rsidP="00F6124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w="1382" w:type="dxa"/>
            <w:vAlign w:val="center"/>
          </w:tcPr>
          <w:p w:rsidR="0067354D" w:rsidRPr="0082630F" w:rsidRDefault="0067354D" w:rsidP="005924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630F">
              <w:rPr>
                <w:rFonts w:ascii="Times New Roman" w:hAnsi="Times New Roman"/>
              </w:rPr>
              <w:t>124,5</w:t>
            </w:r>
          </w:p>
        </w:tc>
      </w:tr>
      <w:tr w:rsidR="0067354D" w:rsidRPr="0082630F" w:rsidTr="00F61244">
        <w:tc>
          <w:tcPr>
            <w:tcW w:w="2836" w:type="dxa"/>
          </w:tcPr>
          <w:p w:rsidR="0067354D" w:rsidRPr="0082630F" w:rsidRDefault="0067354D" w:rsidP="00F6124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82630F">
              <w:rPr>
                <w:rFonts w:ascii="Times New Roman" w:hAnsi="Times New Roman"/>
                <w:i/>
              </w:rPr>
              <w:t>на осуществление первичного воинского учета</w:t>
            </w:r>
          </w:p>
        </w:tc>
        <w:tc>
          <w:tcPr>
            <w:tcW w:w="1418" w:type="dxa"/>
            <w:vAlign w:val="center"/>
          </w:tcPr>
          <w:p w:rsidR="0067354D" w:rsidRPr="0082630F" w:rsidRDefault="0067354D" w:rsidP="000923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15,9</w:t>
            </w:r>
          </w:p>
        </w:tc>
        <w:tc>
          <w:tcPr>
            <w:tcW w:w="1525" w:type="dxa"/>
            <w:vAlign w:val="center"/>
          </w:tcPr>
          <w:p w:rsidR="0067354D" w:rsidRPr="00E66EC2" w:rsidRDefault="0067354D" w:rsidP="000923B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79,3</w:t>
            </w:r>
          </w:p>
        </w:tc>
        <w:tc>
          <w:tcPr>
            <w:tcW w:w="1276" w:type="dxa"/>
            <w:vAlign w:val="center"/>
          </w:tcPr>
          <w:p w:rsidR="0067354D" w:rsidRPr="0082630F" w:rsidRDefault="0067354D" w:rsidP="000923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630F">
              <w:rPr>
                <w:rFonts w:ascii="Times New Roman" w:hAnsi="Times New Roman"/>
              </w:rPr>
              <w:t>19,8</w:t>
            </w:r>
          </w:p>
        </w:tc>
        <w:tc>
          <w:tcPr>
            <w:tcW w:w="1417" w:type="dxa"/>
            <w:vAlign w:val="center"/>
          </w:tcPr>
          <w:p w:rsidR="0067354D" w:rsidRPr="00E66EC2" w:rsidRDefault="0067354D" w:rsidP="000923B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w="1382" w:type="dxa"/>
            <w:vAlign w:val="center"/>
          </w:tcPr>
          <w:p w:rsidR="0067354D" w:rsidRPr="0082630F" w:rsidRDefault="0067354D" w:rsidP="000923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630F">
              <w:rPr>
                <w:rFonts w:ascii="Times New Roman" w:hAnsi="Times New Roman"/>
              </w:rPr>
              <w:t>124,5</w:t>
            </w:r>
          </w:p>
        </w:tc>
      </w:tr>
      <w:tr w:rsidR="0067354D" w:rsidRPr="0082630F" w:rsidTr="00F61244">
        <w:tc>
          <w:tcPr>
            <w:tcW w:w="2836" w:type="dxa"/>
          </w:tcPr>
          <w:p w:rsidR="0067354D" w:rsidRPr="0082630F" w:rsidRDefault="0067354D" w:rsidP="00C937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2630F">
              <w:rPr>
                <w:rFonts w:ascii="Times New Roman" w:hAnsi="Times New Roman"/>
              </w:rPr>
              <w:t xml:space="preserve">- Иные безвозмездные поступления </w:t>
            </w:r>
          </w:p>
        </w:tc>
        <w:tc>
          <w:tcPr>
            <w:tcW w:w="1418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5" w:type="dxa"/>
            <w:vAlign w:val="center"/>
          </w:tcPr>
          <w:p w:rsidR="0067354D" w:rsidRDefault="0067354D" w:rsidP="00F6124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115,0</w:t>
            </w:r>
          </w:p>
        </w:tc>
        <w:tc>
          <w:tcPr>
            <w:tcW w:w="1276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630F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:rsidR="0067354D" w:rsidRDefault="0067354D" w:rsidP="00F6124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382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630F">
              <w:rPr>
                <w:rFonts w:ascii="Times New Roman" w:hAnsi="Times New Roman"/>
              </w:rPr>
              <w:t>0,0</w:t>
            </w:r>
          </w:p>
        </w:tc>
      </w:tr>
      <w:tr w:rsidR="0067354D" w:rsidRPr="0082630F" w:rsidTr="00F61244">
        <w:tc>
          <w:tcPr>
            <w:tcW w:w="2836" w:type="dxa"/>
          </w:tcPr>
          <w:p w:rsidR="0067354D" w:rsidRPr="0082630F" w:rsidRDefault="0067354D" w:rsidP="00F6124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2630F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418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30F">
              <w:rPr>
                <w:rFonts w:ascii="Times New Roman" w:hAnsi="Times New Roman"/>
                <w:b/>
                <w:sz w:val="24"/>
                <w:szCs w:val="24"/>
              </w:rPr>
              <w:t>340,0</w:t>
            </w:r>
          </w:p>
        </w:tc>
        <w:tc>
          <w:tcPr>
            <w:tcW w:w="1525" w:type="dxa"/>
            <w:vAlign w:val="center"/>
          </w:tcPr>
          <w:p w:rsidR="0067354D" w:rsidRPr="00E66EC2" w:rsidRDefault="0067354D" w:rsidP="00F6124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1504,3</w:t>
            </w:r>
          </w:p>
        </w:tc>
        <w:tc>
          <w:tcPr>
            <w:tcW w:w="1276" w:type="dxa"/>
            <w:vAlign w:val="center"/>
          </w:tcPr>
          <w:p w:rsidR="0067354D" w:rsidRPr="00E66EC2" w:rsidRDefault="0067354D" w:rsidP="00F6124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312,4</w:t>
            </w:r>
          </w:p>
        </w:tc>
        <w:tc>
          <w:tcPr>
            <w:tcW w:w="1417" w:type="dxa"/>
            <w:vAlign w:val="center"/>
          </w:tcPr>
          <w:p w:rsidR="0067354D" w:rsidRPr="00E66EC2" w:rsidRDefault="0067354D" w:rsidP="00F6124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20,8</w:t>
            </w:r>
          </w:p>
        </w:tc>
        <w:tc>
          <w:tcPr>
            <w:tcW w:w="1382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2630F">
              <w:rPr>
                <w:rFonts w:ascii="Times New Roman" w:hAnsi="Times New Roman"/>
                <w:b/>
              </w:rPr>
              <w:t>91,9</w:t>
            </w:r>
          </w:p>
        </w:tc>
      </w:tr>
    </w:tbl>
    <w:p w:rsidR="0067354D" w:rsidRDefault="0067354D" w:rsidP="002340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администрируемых налоговых доходов бюджета за  1 квартал  2019 года составил  273,1  тыс. рублей, или 33,2 % годового плана.</w:t>
      </w:r>
    </w:p>
    <w:p w:rsidR="0067354D" w:rsidRDefault="0067354D" w:rsidP="002340F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87E9B">
        <w:rPr>
          <w:rFonts w:ascii="Times New Roman" w:hAnsi="Times New Roman"/>
          <w:b/>
          <w:sz w:val="28"/>
          <w:szCs w:val="28"/>
        </w:rPr>
        <w:t>3</w:t>
      </w:r>
      <w:r w:rsidRPr="00875658">
        <w:rPr>
          <w:rFonts w:ascii="Times New Roman" w:hAnsi="Times New Roman"/>
          <w:b/>
          <w:sz w:val="28"/>
          <w:szCs w:val="28"/>
        </w:rPr>
        <w:t>. Анализ исполнения расходов бюджета</w:t>
      </w:r>
      <w:r w:rsidRPr="00D87E9B">
        <w:rPr>
          <w:rFonts w:ascii="Times New Roman" w:hAnsi="Times New Roman"/>
          <w:b/>
          <w:sz w:val="28"/>
          <w:szCs w:val="28"/>
        </w:rPr>
        <w:t>.</w:t>
      </w:r>
    </w:p>
    <w:p w:rsidR="0067354D" w:rsidRDefault="0067354D" w:rsidP="002340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расходов  бюджета на 2019 год, утвержденный Решением Рябчинского сельского Совета народных депутатов  </w:t>
      </w:r>
      <w:r w:rsidRPr="007F2D67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24</w:t>
      </w:r>
      <w:r w:rsidRPr="007F2D67">
        <w:rPr>
          <w:rFonts w:ascii="Times New Roman" w:hAnsi="Times New Roman"/>
          <w:sz w:val="28"/>
          <w:szCs w:val="28"/>
        </w:rPr>
        <w:t>.12.201</w:t>
      </w:r>
      <w:r>
        <w:rPr>
          <w:rFonts w:ascii="Times New Roman" w:hAnsi="Times New Roman"/>
          <w:sz w:val="28"/>
          <w:szCs w:val="28"/>
        </w:rPr>
        <w:t>8</w:t>
      </w:r>
      <w:r w:rsidRPr="007F2D67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 xml:space="preserve">103 «О бюджете муниципального образования «Рябчинское сельское поселение» на 2019 год и на плановый период 2020 и 2021 годов» </w:t>
      </w:r>
      <w:r w:rsidRPr="00230936">
        <w:rPr>
          <w:rFonts w:ascii="Times New Roman" w:hAnsi="Times New Roman"/>
          <w:sz w:val="28"/>
          <w:szCs w:val="28"/>
        </w:rPr>
        <w:t>(ред. от 25.02.2019 №105),</w:t>
      </w:r>
      <w:r>
        <w:rPr>
          <w:rFonts w:ascii="Times New Roman" w:hAnsi="Times New Roman"/>
          <w:sz w:val="28"/>
          <w:szCs w:val="28"/>
        </w:rPr>
        <w:t xml:space="preserve"> составляет 3413,1  тыс. рублей. Объем расходов, утвержденный уточненной бюджетной росписью на 1 апреля 2019 года, составил 3413,1 тыс. рублей, что составляет 100,0 % утвержденных решением о бюджете.</w:t>
      </w:r>
    </w:p>
    <w:p w:rsidR="0067354D" w:rsidRDefault="0067354D" w:rsidP="002340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Исполнение расходов бюджета за 1 квартал 2019 года составило 538,6  тыс. рублей, что  соответствует 15,8% объемов уточненной бюджетной росписи. К уровню расходов аналогичного периода прошлого года отмечено увеличение 137,9 процента.</w:t>
      </w:r>
    </w:p>
    <w:p w:rsidR="0067354D" w:rsidRDefault="0067354D" w:rsidP="002340FD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7F2D67">
        <w:rPr>
          <w:rFonts w:ascii="Times New Roman" w:hAnsi="Times New Roman"/>
          <w:sz w:val="28"/>
          <w:szCs w:val="28"/>
        </w:rPr>
        <w:t>Информация об исполнении расходов бюджета в разрезе разделов бюджетной классификации расходов представлена в таблице.</w:t>
      </w:r>
    </w:p>
    <w:p w:rsidR="0067354D" w:rsidRPr="008D0A38" w:rsidRDefault="0067354D" w:rsidP="002340FD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8D0A38">
        <w:rPr>
          <w:rFonts w:ascii="Times New Roman" w:hAnsi="Times New Roman"/>
          <w:sz w:val="24"/>
          <w:szCs w:val="24"/>
        </w:rPr>
        <w:t xml:space="preserve">Тыс. рублей                                                                                                                                                                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1"/>
        <w:gridCol w:w="567"/>
        <w:gridCol w:w="1276"/>
        <w:gridCol w:w="1417"/>
        <w:gridCol w:w="1418"/>
        <w:gridCol w:w="1417"/>
        <w:gridCol w:w="1418"/>
      </w:tblGrid>
      <w:tr w:rsidR="0067354D" w:rsidRPr="0082630F" w:rsidTr="00F61244">
        <w:tc>
          <w:tcPr>
            <w:tcW w:w="1951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276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630F">
              <w:rPr>
                <w:rFonts w:ascii="Times New Roman" w:hAnsi="Times New Roman"/>
              </w:rPr>
              <w:t>Исполнено</w:t>
            </w:r>
          </w:p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630F">
              <w:rPr>
                <w:rFonts w:ascii="Times New Roman" w:hAnsi="Times New Roman"/>
              </w:rPr>
              <w:t>1 кв.</w:t>
            </w:r>
          </w:p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630F">
              <w:rPr>
                <w:rFonts w:ascii="Times New Roman" w:hAnsi="Times New Roman"/>
              </w:rPr>
              <w:t>2018</w:t>
            </w:r>
          </w:p>
        </w:tc>
        <w:tc>
          <w:tcPr>
            <w:tcW w:w="1417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630F">
              <w:rPr>
                <w:rFonts w:ascii="Times New Roman" w:hAnsi="Times New Roman"/>
              </w:rPr>
              <w:t>Утверждено на 01.01.2019</w:t>
            </w:r>
          </w:p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630F">
              <w:rPr>
                <w:rFonts w:ascii="Times New Roman" w:hAnsi="Times New Roman"/>
              </w:rPr>
              <w:t>от 24.12.2018 №103</w:t>
            </w:r>
          </w:p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630F">
              <w:rPr>
                <w:rFonts w:ascii="Times New Roman" w:hAnsi="Times New Roman"/>
              </w:rPr>
              <w:t>Уточнено</w:t>
            </w:r>
          </w:p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630F">
              <w:rPr>
                <w:rFonts w:ascii="Times New Roman" w:hAnsi="Times New Roman"/>
              </w:rPr>
              <w:t>на 01.04.2019 от 25.02.2019</w:t>
            </w:r>
          </w:p>
          <w:p w:rsidR="0067354D" w:rsidRPr="0082630F" w:rsidRDefault="0067354D" w:rsidP="004D07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630F">
              <w:rPr>
                <w:rFonts w:ascii="Times New Roman" w:hAnsi="Times New Roman"/>
              </w:rPr>
              <w:t>№105</w:t>
            </w:r>
          </w:p>
        </w:tc>
        <w:tc>
          <w:tcPr>
            <w:tcW w:w="1417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630F">
              <w:rPr>
                <w:rFonts w:ascii="Times New Roman" w:hAnsi="Times New Roman"/>
              </w:rPr>
              <w:t>Сводная бюджетная роспись</w:t>
            </w:r>
          </w:p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630F">
              <w:rPr>
                <w:rFonts w:ascii="Times New Roman" w:hAnsi="Times New Roman"/>
              </w:rPr>
              <w:t>Исполнено</w:t>
            </w:r>
          </w:p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630F">
              <w:rPr>
                <w:rFonts w:ascii="Times New Roman" w:hAnsi="Times New Roman"/>
              </w:rPr>
              <w:t>1 кв.</w:t>
            </w:r>
          </w:p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630F">
              <w:rPr>
                <w:rFonts w:ascii="Times New Roman" w:hAnsi="Times New Roman"/>
              </w:rPr>
              <w:t xml:space="preserve"> 2019</w:t>
            </w:r>
          </w:p>
        </w:tc>
      </w:tr>
      <w:tr w:rsidR="0067354D" w:rsidRPr="0082630F" w:rsidTr="00F61244">
        <w:tc>
          <w:tcPr>
            <w:tcW w:w="1951" w:type="dxa"/>
          </w:tcPr>
          <w:p w:rsidR="0067354D" w:rsidRPr="0082630F" w:rsidRDefault="0067354D" w:rsidP="00F612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233,1</w:t>
            </w:r>
          </w:p>
        </w:tc>
        <w:tc>
          <w:tcPr>
            <w:tcW w:w="1417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1035,0</w:t>
            </w:r>
          </w:p>
        </w:tc>
        <w:tc>
          <w:tcPr>
            <w:tcW w:w="1418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1117,1</w:t>
            </w:r>
          </w:p>
        </w:tc>
        <w:tc>
          <w:tcPr>
            <w:tcW w:w="1417" w:type="dxa"/>
            <w:vAlign w:val="center"/>
          </w:tcPr>
          <w:p w:rsidR="0067354D" w:rsidRPr="0082630F" w:rsidRDefault="0067354D" w:rsidP="009F2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1117,1</w:t>
            </w:r>
          </w:p>
        </w:tc>
        <w:tc>
          <w:tcPr>
            <w:tcW w:w="1418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269,5</w:t>
            </w:r>
          </w:p>
        </w:tc>
      </w:tr>
      <w:tr w:rsidR="0067354D" w:rsidRPr="0082630F" w:rsidTr="00F61244">
        <w:tc>
          <w:tcPr>
            <w:tcW w:w="1951" w:type="dxa"/>
          </w:tcPr>
          <w:p w:rsidR="0067354D" w:rsidRPr="0082630F" w:rsidRDefault="0067354D" w:rsidP="00F612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  <w:tc>
          <w:tcPr>
            <w:tcW w:w="1417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79,3</w:t>
            </w:r>
          </w:p>
        </w:tc>
        <w:tc>
          <w:tcPr>
            <w:tcW w:w="1418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79,3</w:t>
            </w:r>
          </w:p>
        </w:tc>
        <w:tc>
          <w:tcPr>
            <w:tcW w:w="1417" w:type="dxa"/>
            <w:vAlign w:val="center"/>
          </w:tcPr>
          <w:p w:rsidR="0067354D" w:rsidRPr="0082630F" w:rsidRDefault="0067354D" w:rsidP="009F2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79,3</w:t>
            </w:r>
          </w:p>
        </w:tc>
        <w:tc>
          <w:tcPr>
            <w:tcW w:w="1418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</w:tr>
      <w:tr w:rsidR="0067354D" w:rsidRPr="0082630F" w:rsidTr="00F61244">
        <w:tc>
          <w:tcPr>
            <w:tcW w:w="1951" w:type="dxa"/>
          </w:tcPr>
          <w:p w:rsidR="0067354D" w:rsidRPr="0082630F" w:rsidRDefault="0067354D" w:rsidP="00F612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417" w:type="dxa"/>
            <w:vAlign w:val="center"/>
          </w:tcPr>
          <w:p w:rsidR="0067354D" w:rsidRPr="0082630F" w:rsidRDefault="0067354D" w:rsidP="009F2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7354D" w:rsidRPr="0082630F" w:rsidTr="00F61244">
        <w:tc>
          <w:tcPr>
            <w:tcW w:w="1951" w:type="dxa"/>
          </w:tcPr>
          <w:p w:rsidR="0067354D" w:rsidRPr="0082630F" w:rsidRDefault="0067354D" w:rsidP="00F612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113,9</w:t>
            </w:r>
          </w:p>
        </w:tc>
        <w:tc>
          <w:tcPr>
            <w:tcW w:w="1418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113,9</w:t>
            </w:r>
          </w:p>
        </w:tc>
        <w:tc>
          <w:tcPr>
            <w:tcW w:w="1417" w:type="dxa"/>
            <w:vAlign w:val="center"/>
          </w:tcPr>
          <w:p w:rsidR="0067354D" w:rsidRPr="0082630F" w:rsidRDefault="0067354D" w:rsidP="009F2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113,9</w:t>
            </w:r>
          </w:p>
        </w:tc>
        <w:tc>
          <w:tcPr>
            <w:tcW w:w="1418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7354D" w:rsidRPr="0082630F" w:rsidTr="00F61244">
        <w:tc>
          <w:tcPr>
            <w:tcW w:w="1951" w:type="dxa"/>
          </w:tcPr>
          <w:p w:rsidR="0067354D" w:rsidRPr="0082630F" w:rsidRDefault="0067354D" w:rsidP="00F612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276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75,6</w:t>
            </w:r>
          </w:p>
        </w:tc>
        <w:tc>
          <w:tcPr>
            <w:tcW w:w="1417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246,7</w:t>
            </w:r>
          </w:p>
        </w:tc>
        <w:tc>
          <w:tcPr>
            <w:tcW w:w="1418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2073,8</w:t>
            </w:r>
          </w:p>
        </w:tc>
        <w:tc>
          <w:tcPr>
            <w:tcW w:w="1417" w:type="dxa"/>
            <w:vAlign w:val="center"/>
          </w:tcPr>
          <w:p w:rsidR="0067354D" w:rsidRPr="0082630F" w:rsidRDefault="0067354D" w:rsidP="009F2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2073,8</w:t>
            </w:r>
          </w:p>
        </w:tc>
        <w:tc>
          <w:tcPr>
            <w:tcW w:w="1418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245,1</w:t>
            </w:r>
          </w:p>
        </w:tc>
      </w:tr>
      <w:tr w:rsidR="0067354D" w:rsidRPr="0082630F" w:rsidTr="00F61244">
        <w:tc>
          <w:tcPr>
            <w:tcW w:w="1951" w:type="dxa"/>
          </w:tcPr>
          <w:p w:rsidR="0067354D" w:rsidRPr="0082630F" w:rsidRDefault="0067354D" w:rsidP="00F612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276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418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417" w:type="dxa"/>
            <w:vAlign w:val="center"/>
          </w:tcPr>
          <w:p w:rsidR="0067354D" w:rsidRPr="0082630F" w:rsidRDefault="0067354D" w:rsidP="009F2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418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7354D" w:rsidRPr="0082630F" w:rsidTr="00F61244">
        <w:tc>
          <w:tcPr>
            <w:tcW w:w="1951" w:type="dxa"/>
          </w:tcPr>
          <w:p w:rsidR="0067354D" w:rsidRPr="0082630F" w:rsidRDefault="0067354D" w:rsidP="00F612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276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72,7</w:t>
            </w:r>
          </w:p>
        </w:tc>
        <w:tc>
          <w:tcPr>
            <w:tcW w:w="1417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418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417" w:type="dxa"/>
            <w:vAlign w:val="center"/>
          </w:tcPr>
          <w:p w:rsidR="0067354D" w:rsidRPr="0082630F" w:rsidRDefault="0067354D" w:rsidP="009F2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418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7354D" w:rsidRPr="0082630F" w:rsidTr="00F61244">
        <w:tc>
          <w:tcPr>
            <w:tcW w:w="1951" w:type="dxa"/>
          </w:tcPr>
          <w:p w:rsidR="0067354D" w:rsidRPr="0082630F" w:rsidRDefault="0067354D" w:rsidP="00F612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417" w:type="dxa"/>
            <w:vAlign w:val="center"/>
          </w:tcPr>
          <w:p w:rsidR="0067354D" w:rsidRPr="0082630F" w:rsidRDefault="0067354D" w:rsidP="009F2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67354D" w:rsidRPr="0082630F" w:rsidTr="00F61244">
        <w:tc>
          <w:tcPr>
            <w:tcW w:w="1951" w:type="dxa"/>
          </w:tcPr>
          <w:p w:rsidR="0067354D" w:rsidRPr="0082630F" w:rsidRDefault="0067354D" w:rsidP="00F612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630F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67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30F">
              <w:rPr>
                <w:rFonts w:ascii="Times New Roman" w:hAnsi="Times New Roman"/>
                <w:b/>
                <w:sz w:val="24"/>
                <w:szCs w:val="24"/>
              </w:rPr>
              <w:t>390,7</w:t>
            </w:r>
          </w:p>
        </w:tc>
        <w:tc>
          <w:tcPr>
            <w:tcW w:w="1417" w:type="dxa"/>
            <w:vAlign w:val="center"/>
          </w:tcPr>
          <w:p w:rsidR="0067354D" w:rsidRPr="0082630F" w:rsidRDefault="0067354D" w:rsidP="00B477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30F">
              <w:rPr>
                <w:rFonts w:ascii="Times New Roman" w:hAnsi="Times New Roman"/>
                <w:b/>
                <w:sz w:val="24"/>
                <w:szCs w:val="24"/>
              </w:rPr>
              <w:t>1504,3</w:t>
            </w:r>
          </w:p>
        </w:tc>
        <w:tc>
          <w:tcPr>
            <w:tcW w:w="1418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30F">
              <w:rPr>
                <w:rFonts w:ascii="Times New Roman" w:hAnsi="Times New Roman"/>
                <w:b/>
                <w:sz w:val="24"/>
                <w:szCs w:val="24"/>
              </w:rPr>
              <w:t>3413,1</w:t>
            </w:r>
          </w:p>
        </w:tc>
        <w:tc>
          <w:tcPr>
            <w:tcW w:w="1417" w:type="dxa"/>
            <w:vAlign w:val="center"/>
          </w:tcPr>
          <w:p w:rsidR="0067354D" w:rsidRPr="0082630F" w:rsidRDefault="0067354D" w:rsidP="009F2C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30F">
              <w:rPr>
                <w:rFonts w:ascii="Times New Roman" w:hAnsi="Times New Roman"/>
                <w:b/>
                <w:sz w:val="24"/>
                <w:szCs w:val="24"/>
              </w:rPr>
              <w:t>3413,1</w:t>
            </w:r>
          </w:p>
        </w:tc>
        <w:tc>
          <w:tcPr>
            <w:tcW w:w="1418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30F">
              <w:rPr>
                <w:rFonts w:ascii="Times New Roman" w:hAnsi="Times New Roman"/>
                <w:b/>
                <w:sz w:val="24"/>
                <w:szCs w:val="24"/>
              </w:rPr>
              <w:t>538,6</w:t>
            </w:r>
          </w:p>
        </w:tc>
      </w:tr>
    </w:tbl>
    <w:p w:rsidR="0067354D" w:rsidRDefault="0067354D" w:rsidP="002340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354D" w:rsidRDefault="0067354D" w:rsidP="002340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Исполнение расходов бюджета за 1 квартал 2019 года осуществлялось по четырем разделам бюджетной классификации. Наибольший удельный вес в расходах  бюджета занимают расходы по двум разделам: «Жилищно-коммунальное хозяйство»  –  45,5 %, или  245,1  тыс. рублей, и «Общегосударственные расходы» – 50,0%, или 269,5 тыс. рублей. </w:t>
      </w:r>
    </w:p>
    <w:p w:rsidR="0067354D" w:rsidRDefault="0067354D" w:rsidP="002340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Проведенный анализ исполнения расходов бюджета по разделам, подразделам классификации расходов показал, что кассовое исполнение отсутствует по четырем разделам.</w:t>
      </w:r>
    </w:p>
    <w:p w:rsidR="0067354D" w:rsidRDefault="0067354D" w:rsidP="002340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27AF">
        <w:rPr>
          <w:rFonts w:ascii="Times New Roman" w:hAnsi="Times New Roman"/>
          <w:sz w:val="28"/>
          <w:szCs w:val="28"/>
        </w:rPr>
        <w:t>По разделу  01</w:t>
      </w:r>
      <w:r>
        <w:rPr>
          <w:rFonts w:ascii="Times New Roman" w:hAnsi="Times New Roman"/>
          <w:sz w:val="28"/>
          <w:szCs w:val="28"/>
        </w:rPr>
        <w:t xml:space="preserve"> «Общегосударственные вопросы»  за 1 квартал 2019 года исполнение расходов составило 269,5 тыс. рублей,  или 24,1 % утвержденных сводной бюджетной росписью расходов. Доля расходов по разделу в общей структуре расходов бюджета составила 50,0 процента. К соответствующему периоду 2018 года расходы увеличились на 15,6 процента.</w:t>
      </w:r>
    </w:p>
    <w:p w:rsidR="0067354D" w:rsidRDefault="0067354D" w:rsidP="002340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разделу  02 «Национальная оборона»  расходы бюджета за 1 квартал  2019  года сложились в сумме 14,0 тыс. рублей,  или 17,6 % объема расходов, предусмотренных уточненной бюджетной росписью. К аналогичному периоду 2018 года расходы увеличились на 52,2 процента. Удельный вес расходов по разделу в общей структуре расходов бюджета составил 2,6 процента. Структура раздела представлена одним подразделом 02 03 «Мобилизационная и вневойсковая подготовка». Средства направлены на осуществление полномочий сельскими поселениями по первичному воинскому учету на территориях, где отсутствуют военные комиссариаты.</w:t>
      </w:r>
    </w:p>
    <w:p w:rsidR="0067354D" w:rsidRDefault="0067354D" w:rsidP="002340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разделу  03  «Национальная безопасность и правоохранительная </w:t>
      </w:r>
    </w:p>
    <w:p w:rsidR="0067354D" w:rsidRDefault="0067354D" w:rsidP="002340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деятельность»  расходы бюджета за 1 квартал 2019 года отсутствуют.</w:t>
      </w:r>
    </w:p>
    <w:p w:rsidR="0067354D" w:rsidRDefault="0067354D" w:rsidP="002340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разделу  04 «Национальная экономика»  расходы бюджета за 1 квартал 2019 года отсутствуют.</w:t>
      </w:r>
    </w:p>
    <w:p w:rsidR="0067354D" w:rsidRPr="00DE495F" w:rsidRDefault="0067354D" w:rsidP="002340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E495F">
        <w:rPr>
          <w:rFonts w:ascii="Times New Roman" w:hAnsi="Times New Roman"/>
          <w:sz w:val="28"/>
          <w:szCs w:val="28"/>
        </w:rPr>
        <w:t xml:space="preserve">По разделу  05 «Жилищно-коммунальное хозяйство»  расходы бюджета за </w:t>
      </w:r>
      <w:r>
        <w:rPr>
          <w:rFonts w:ascii="Times New Roman" w:hAnsi="Times New Roman"/>
          <w:sz w:val="28"/>
          <w:szCs w:val="28"/>
        </w:rPr>
        <w:t>1 квартал</w:t>
      </w:r>
      <w:r w:rsidRPr="00DE495F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9</w:t>
      </w:r>
      <w:r w:rsidRPr="00DE495F">
        <w:rPr>
          <w:rFonts w:ascii="Times New Roman" w:hAnsi="Times New Roman"/>
          <w:sz w:val="28"/>
          <w:szCs w:val="28"/>
        </w:rPr>
        <w:t xml:space="preserve"> года составили </w:t>
      </w:r>
      <w:r>
        <w:rPr>
          <w:rFonts w:ascii="Times New Roman" w:hAnsi="Times New Roman"/>
          <w:sz w:val="28"/>
          <w:szCs w:val="28"/>
        </w:rPr>
        <w:t>245,1</w:t>
      </w:r>
      <w:r w:rsidRPr="00DE495F">
        <w:rPr>
          <w:rFonts w:ascii="Times New Roman" w:hAnsi="Times New Roman"/>
          <w:sz w:val="28"/>
          <w:szCs w:val="28"/>
        </w:rPr>
        <w:t>тыс. рублей,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495F">
        <w:rPr>
          <w:rFonts w:ascii="Times New Roman" w:hAnsi="Times New Roman"/>
          <w:sz w:val="28"/>
          <w:szCs w:val="28"/>
        </w:rPr>
        <w:t xml:space="preserve">или </w:t>
      </w:r>
      <w:r>
        <w:rPr>
          <w:rFonts w:ascii="Times New Roman" w:hAnsi="Times New Roman"/>
          <w:sz w:val="28"/>
          <w:szCs w:val="28"/>
        </w:rPr>
        <w:t>18</w:t>
      </w:r>
      <w:r w:rsidRPr="00DE495F">
        <w:rPr>
          <w:rFonts w:ascii="Times New Roman" w:hAnsi="Times New Roman"/>
          <w:sz w:val="28"/>
          <w:szCs w:val="28"/>
        </w:rPr>
        <w:t xml:space="preserve"> % объема расходов, предусмотренных уточненной бюджетной росписью на год. Темп </w:t>
      </w:r>
      <w:r>
        <w:rPr>
          <w:rFonts w:ascii="Times New Roman" w:hAnsi="Times New Roman"/>
          <w:sz w:val="28"/>
          <w:szCs w:val="28"/>
        </w:rPr>
        <w:t>роста</w:t>
      </w:r>
      <w:r w:rsidRPr="00DE495F">
        <w:rPr>
          <w:rFonts w:ascii="Times New Roman" w:hAnsi="Times New Roman"/>
          <w:sz w:val="28"/>
          <w:szCs w:val="28"/>
        </w:rPr>
        <w:t xml:space="preserve"> к аналогичному периоду 201</w:t>
      </w:r>
      <w:r>
        <w:rPr>
          <w:rFonts w:ascii="Times New Roman" w:hAnsi="Times New Roman"/>
          <w:sz w:val="28"/>
          <w:szCs w:val="28"/>
        </w:rPr>
        <w:t>8</w:t>
      </w:r>
      <w:r w:rsidRPr="00DE495F"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>увеличился в 3,2 раза</w:t>
      </w:r>
      <w:r w:rsidRPr="00DE495F">
        <w:rPr>
          <w:rFonts w:ascii="Times New Roman" w:hAnsi="Times New Roman"/>
          <w:sz w:val="28"/>
          <w:szCs w:val="28"/>
        </w:rPr>
        <w:t xml:space="preserve">. Доля расходов раздела в общей структуре расходов составила </w:t>
      </w:r>
      <w:r>
        <w:rPr>
          <w:rFonts w:ascii="Times New Roman" w:hAnsi="Times New Roman"/>
          <w:sz w:val="28"/>
          <w:szCs w:val="28"/>
        </w:rPr>
        <w:t>45,5</w:t>
      </w:r>
      <w:r w:rsidRPr="00DE495F">
        <w:rPr>
          <w:rFonts w:ascii="Times New Roman" w:hAnsi="Times New Roman"/>
          <w:sz w:val="28"/>
          <w:szCs w:val="28"/>
        </w:rPr>
        <w:t xml:space="preserve"> процента.</w:t>
      </w:r>
    </w:p>
    <w:p w:rsidR="0067354D" w:rsidRDefault="0067354D" w:rsidP="002340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67BC">
        <w:rPr>
          <w:rFonts w:ascii="Times New Roman" w:hAnsi="Times New Roman"/>
          <w:sz w:val="28"/>
          <w:szCs w:val="28"/>
        </w:rPr>
        <w:t xml:space="preserve">По разделу  07 «Образование»  расходы бюджета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3867BC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3867BC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утверждены в сумме 3,0</w:t>
      </w:r>
      <w:r w:rsidRPr="003867BC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. Кассовое исполнение за 1 квартал 2019 года отсутствует.</w:t>
      </w:r>
      <w:r w:rsidRPr="003867BC">
        <w:rPr>
          <w:rFonts w:ascii="Times New Roman" w:hAnsi="Times New Roman"/>
          <w:sz w:val="28"/>
          <w:szCs w:val="28"/>
        </w:rPr>
        <w:t xml:space="preserve"> </w:t>
      </w:r>
    </w:p>
    <w:p w:rsidR="0067354D" w:rsidRDefault="0067354D" w:rsidP="002340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A6FCD">
        <w:rPr>
          <w:rFonts w:ascii="Times New Roman" w:hAnsi="Times New Roman"/>
          <w:sz w:val="28"/>
          <w:szCs w:val="28"/>
        </w:rPr>
        <w:t>По разделу  08 «Культура, кинематография»  на 201</w:t>
      </w:r>
      <w:r>
        <w:rPr>
          <w:rFonts w:ascii="Times New Roman" w:hAnsi="Times New Roman"/>
          <w:sz w:val="28"/>
          <w:szCs w:val="28"/>
        </w:rPr>
        <w:t>9</w:t>
      </w:r>
      <w:r w:rsidRPr="00BA6FCD">
        <w:rPr>
          <w:rFonts w:ascii="Times New Roman" w:hAnsi="Times New Roman"/>
          <w:sz w:val="28"/>
          <w:szCs w:val="28"/>
        </w:rPr>
        <w:t xml:space="preserve"> год расходы бюджета утверждены в объеме </w:t>
      </w:r>
      <w:r>
        <w:rPr>
          <w:rFonts w:ascii="Times New Roman" w:hAnsi="Times New Roman"/>
          <w:sz w:val="28"/>
          <w:szCs w:val="28"/>
        </w:rPr>
        <w:t xml:space="preserve">15,0 </w:t>
      </w:r>
      <w:r w:rsidRPr="00BA6FCD">
        <w:rPr>
          <w:rFonts w:ascii="Times New Roman" w:hAnsi="Times New Roman"/>
          <w:sz w:val="28"/>
          <w:szCs w:val="28"/>
        </w:rPr>
        <w:t xml:space="preserve">тыс. рублей. </w:t>
      </w:r>
      <w:r>
        <w:rPr>
          <w:rFonts w:ascii="Times New Roman" w:hAnsi="Times New Roman"/>
          <w:sz w:val="28"/>
          <w:szCs w:val="28"/>
        </w:rPr>
        <w:t>Кассовое исполнение за 1 квартал 2019 года отсутствует.</w:t>
      </w:r>
      <w:r w:rsidRPr="003867BC">
        <w:rPr>
          <w:rFonts w:ascii="Times New Roman" w:hAnsi="Times New Roman"/>
          <w:sz w:val="28"/>
          <w:szCs w:val="28"/>
        </w:rPr>
        <w:t xml:space="preserve"> </w:t>
      </w:r>
    </w:p>
    <w:p w:rsidR="0067354D" w:rsidRDefault="0067354D" w:rsidP="002340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A6FCD">
        <w:rPr>
          <w:rFonts w:ascii="Times New Roman" w:hAnsi="Times New Roman"/>
          <w:sz w:val="28"/>
          <w:szCs w:val="28"/>
        </w:rPr>
        <w:t xml:space="preserve">По разделу  </w:t>
      </w:r>
      <w:r>
        <w:rPr>
          <w:rFonts w:ascii="Times New Roman" w:hAnsi="Times New Roman"/>
          <w:sz w:val="28"/>
          <w:szCs w:val="28"/>
        </w:rPr>
        <w:t>11</w:t>
      </w:r>
      <w:r w:rsidRPr="00BA6FCD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Физическая культура и спорт</w:t>
      </w:r>
      <w:r w:rsidRPr="00BA6FCD">
        <w:rPr>
          <w:rFonts w:ascii="Times New Roman" w:hAnsi="Times New Roman"/>
          <w:sz w:val="28"/>
          <w:szCs w:val="28"/>
        </w:rPr>
        <w:t>»  на 201</w:t>
      </w:r>
      <w:r>
        <w:rPr>
          <w:rFonts w:ascii="Times New Roman" w:hAnsi="Times New Roman"/>
          <w:sz w:val="28"/>
          <w:szCs w:val="28"/>
        </w:rPr>
        <w:t>9</w:t>
      </w:r>
      <w:r w:rsidRPr="00BA6FCD">
        <w:rPr>
          <w:rFonts w:ascii="Times New Roman" w:hAnsi="Times New Roman"/>
          <w:sz w:val="28"/>
          <w:szCs w:val="28"/>
        </w:rPr>
        <w:t xml:space="preserve"> год расходы бюджета утверждены уточненной бюджетной росписью в объеме </w:t>
      </w:r>
      <w:r>
        <w:rPr>
          <w:rFonts w:ascii="Times New Roman" w:hAnsi="Times New Roman"/>
          <w:sz w:val="28"/>
          <w:szCs w:val="28"/>
        </w:rPr>
        <w:t xml:space="preserve">10,0 </w:t>
      </w:r>
      <w:r w:rsidRPr="00BA6FCD">
        <w:rPr>
          <w:rFonts w:ascii="Times New Roman" w:hAnsi="Times New Roman"/>
          <w:sz w:val="28"/>
          <w:szCs w:val="28"/>
        </w:rPr>
        <w:t xml:space="preserve">тыс. рублей. </w:t>
      </w:r>
      <w:r>
        <w:rPr>
          <w:rFonts w:ascii="Times New Roman" w:hAnsi="Times New Roman"/>
          <w:sz w:val="28"/>
          <w:szCs w:val="28"/>
        </w:rPr>
        <w:t>Кассовое исполнение за 1 квартал 2019 года составило 100,0% утвержденных расходов.</w:t>
      </w:r>
    </w:p>
    <w:p w:rsidR="0067354D" w:rsidRDefault="0067354D" w:rsidP="002340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7354D" w:rsidRDefault="0067354D" w:rsidP="002340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7354D" w:rsidRDefault="0067354D" w:rsidP="00D40BF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91F74">
        <w:rPr>
          <w:rFonts w:ascii="Times New Roman" w:hAnsi="Times New Roman"/>
          <w:b/>
          <w:sz w:val="28"/>
          <w:szCs w:val="28"/>
          <w:lang w:eastAsia="ru-RU"/>
        </w:rPr>
        <w:t xml:space="preserve">Аналитическая информация по выбытиям денежных средств </w:t>
      </w:r>
    </w:p>
    <w:p w:rsidR="0067354D" w:rsidRDefault="0067354D" w:rsidP="00D40BF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91F74">
        <w:rPr>
          <w:rFonts w:ascii="Times New Roman" w:hAnsi="Times New Roman"/>
          <w:b/>
          <w:sz w:val="28"/>
          <w:szCs w:val="28"/>
          <w:lang w:eastAsia="ru-RU"/>
        </w:rPr>
        <w:t>за 1 квартал 2019 года представлена в таблице</w:t>
      </w:r>
    </w:p>
    <w:p w:rsidR="0067354D" w:rsidRDefault="0067354D" w:rsidP="00EB5DA8">
      <w:pPr>
        <w:spacing w:after="0" w:line="240" w:lineRule="auto"/>
        <w:ind w:left="6371"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A4440">
        <w:rPr>
          <w:rFonts w:ascii="Times New Roman" w:hAnsi="Times New Roman"/>
          <w:sz w:val="28"/>
          <w:szCs w:val="28"/>
          <w:lang w:eastAsia="ru-RU"/>
        </w:rPr>
        <w:t xml:space="preserve"> тыс. </w:t>
      </w:r>
      <w:r>
        <w:rPr>
          <w:rFonts w:ascii="Times New Roman" w:hAnsi="Times New Roman"/>
          <w:sz w:val="28"/>
          <w:szCs w:val="28"/>
          <w:lang w:eastAsia="ru-RU"/>
        </w:rPr>
        <w:t>рублей</w:t>
      </w:r>
    </w:p>
    <w:tbl>
      <w:tblPr>
        <w:tblW w:w="9091" w:type="dxa"/>
        <w:tblInd w:w="89" w:type="dxa"/>
        <w:tblLook w:val="00A0"/>
      </w:tblPr>
      <w:tblGrid>
        <w:gridCol w:w="4130"/>
        <w:gridCol w:w="1701"/>
        <w:gridCol w:w="1843"/>
        <w:gridCol w:w="1417"/>
      </w:tblGrid>
      <w:tr w:rsidR="0067354D" w:rsidRPr="0082630F" w:rsidTr="00776991">
        <w:trPr>
          <w:trHeight w:val="705"/>
        </w:trPr>
        <w:tc>
          <w:tcPr>
            <w:tcW w:w="413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7354D" w:rsidRPr="00776991" w:rsidRDefault="0067354D" w:rsidP="00776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7354D" w:rsidRPr="00776991" w:rsidRDefault="0067354D" w:rsidP="00776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по КОСГУ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7354D" w:rsidRPr="00776991" w:rsidRDefault="0067354D" w:rsidP="00776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по БК</w:t>
            </w: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 раздела, подраздела, кода видов расхода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7354D" w:rsidRPr="00776991" w:rsidRDefault="0067354D" w:rsidP="00776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67354D" w:rsidRPr="0082630F" w:rsidTr="00776991">
        <w:trPr>
          <w:trHeight w:val="585"/>
        </w:trPr>
        <w:tc>
          <w:tcPr>
            <w:tcW w:w="413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7354D" w:rsidRPr="00776991" w:rsidRDefault="0067354D" w:rsidP="007769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54D" w:rsidRPr="00776991" w:rsidRDefault="0067354D" w:rsidP="007769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54D" w:rsidRPr="00776991" w:rsidRDefault="0067354D" w:rsidP="007769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7354D" w:rsidRPr="00776991" w:rsidRDefault="0067354D" w:rsidP="007769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7354D" w:rsidRPr="0082630F" w:rsidTr="00776991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67354D" w:rsidRPr="00776991" w:rsidRDefault="0067354D" w:rsidP="00776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67354D" w:rsidRPr="00776991" w:rsidRDefault="0067354D" w:rsidP="00776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67354D" w:rsidRPr="00776991" w:rsidRDefault="0067354D" w:rsidP="00776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7354D" w:rsidRPr="00776991" w:rsidRDefault="0067354D" w:rsidP="00776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67354D" w:rsidRPr="0082630F" w:rsidTr="00776991">
        <w:trPr>
          <w:trHeight w:val="285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</w:tcPr>
          <w:p w:rsidR="0067354D" w:rsidRPr="00776991" w:rsidRDefault="0067354D" w:rsidP="007769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Расходы,  всего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67354D" w:rsidRPr="00776991" w:rsidRDefault="0067354D" w:rsidP="00776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67354D" w:rsidRPr="00776991" w:rsidRDefault="0067354D" w:rsidP="00776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67354D" w:rsidRPr="00776991" w:rsidRDefault="0067354D" w:rsidP="005B730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538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</w:tr>
      <w:tr w:rsidR="0067354D" w:rsidRPr="0082630F" w:rsidTr="00776991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bottom"/>
          </w:tcPr>
          <w:p w:rsidR="0067354D" w:rsidRPr="00776991" w:rsidRDefault="0067354D" w:rsidP="007769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67354D" w:rsidRPr="00776991" w:rsidRDefault="0067354D" w:rsidP="00776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67354D" w:rsidRPr="00776991" w:rsidRDefault="0067354D" w:rsidP="00776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67354D" w:rsidRPr="00776991" w:rsidRDefault="0067354D" w:rsidP="007769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7354D" w:rsidRPr="0082630F" w:rsidTr="00776991">
        <w:trPr>
          <w:trHeight w:val="300"/>
        </w:trPr>
        <w:tc>
          <w:tcPr>
            <w:tcW w:w="4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Заработная плата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0102  121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bottom"/>
          </w:tcPr>
          <w:p w:rsidR="0067354D" w:rsidRPr="00776991" w:rsidRDefault="0067354D" w:rsidP="00DC5E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69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,5</w:t>
            </w:r>
          </w:p>
        </w:tc>
      </w:tr>
      <w:tr w:rsidR="0067354D" w:rsidRPr="0082630F" w:rsidTr="00776991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Начисления на выплаты по оплате труда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0102  129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</w:tcPr>
          <w:p w:rsidR="0067354D" w:rsidRPr="00776991" w:rsidRDefault="0067354D" w:rsidP="00DC5E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,3</w:t>
            </w:r>
          </w:p>
        </w:tc>
      </w:tr>
      <w:tr w:rsidR="0067354D" w:rsidRPr="0082630F" w:rsidTr="00776991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Заработная плата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0104  121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</w:tcPr>
          <w:p w:rsidR="0067354D" w:rsidRPr="00776991" w:rsidRDefault="0067354D" w:rsidP="00DC5E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</w:tr>
      <w:tr w:rsidR="0067354D" w:rsidRPr="0082630F" w:rsidTr="00776991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Начисления на выплаты по оплате труда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0104  129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</w:tcPr>
          <w:p w:rsidR="0067354D" w:rsidRPr="00776991" w:rsidRDefault="0067354D" w:rsidP="00DC5E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7354D" w:rsidRPr="0082630F" w:rsidTr="00776991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Услуги связи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0104  244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</w:tcPr>
          <w:p w:rsidR="0067354D" w:rsidRPr="00776991" w:rsidRDefault="0067354D" w:rsidP="00DC5E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</w:tr>
      <w:tr w:rsidR="0067354D" w:rsidRPr="0082630F" w:rsidTr="00776991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0104  244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</w:tcPr>
          <w:p w:rsidR="0067354D" w:rsidRPr="00776991" w:rsidRDefault="0067354D" w:rsidP="00DC5E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67354D" w:rsidRPr="0082630F" w:rsidTr="00776991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Прочие работы, услуги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0104  244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</w:tcPr>
          <w:p w:rsidR="0067354D" w:rsidRPr="00776991" w:rsidRDefault="0067354D" w:rsidP="00DC5E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,8</w:t>
            </w: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7354D" w:rsidRPr="0082630F" w:rsidTr="00776991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Налоги, пошлины и сборы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0104  851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</w:tcPr>
          <w:p w:rsidR="0067354D" w:rsidRPr="00776991" w:rsidRDefault="0067354D" w:rsidP="00DC5E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67354D" w:rsidRPr="0082630F" w:rsidTr="00776991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Налоги, пошлины и сборы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0104  852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</w:tcPr>
          <w:p w:rsidR="0067354D" w:rsidRPr="00776991" w:rsidRDefault="0067354D" w:rsidP="00DC5E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</w:t>
            </w: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7354D" w:rsidRPr="0082630F" w:rsidTr="00776991">
        <w:trPr>
          <w:trHeight w:val="495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0104  853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</w:tcPr>
          <w:p w:rsidR="0067354D" w:rsidRPr="00776991" w:rsidRDefault="0067354D" w:rsidP="00DC5E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67354D" w:rsidRPr="0082630F" w:rsidTr="00776991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0104  244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</w:tcPr>
          <w:p w:rsidR="0067354D" w:rsidRPr="00776991" w:rsidRDefault="0067354D" w:rsidP="00DC5E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,5</w:t>
            </w:r>
          </w:p>
        </w:tc>
      </w:tr>
      <w:tr w:rsidR="0067354D" w:rsidRPr="0082630F" w:rsidTr="00776991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0104  244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</w:tcPr>
          <w:p w:rsidR="0067354D" w:rsidRPr="00776991" w:rsidRDefault="0067354D" w:rsidP="00DC5E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,3</w:t>
            </w:r>
          </w:p>
        </w:tc>
      </w:tr>
      <w:tr w:rsidR="0067354D" w:rsidRPr="0082630F" w:rsidTr="00776991">
        <w:trPr>
          <w:trHeight w:val="495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0106  540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</w:tcPr>
          <w:p w:rsidR="0067354D" w:rsidRPr="00776991" w:rsidRDefault="0067354D" w:rsidP="00DC5E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7354D" w:rsidRPr="0082630F" w:rsidTr="00776991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Заработная плата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0203  121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</w:tcPr>
          <w:p w:rsidR="0067354D" w:rsidRPr="00776991" w:rsidRDefault="0067354D" w:rsidP="00DC5E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3</w:t>
            </w:r>
          </w:p>
        </w:tc>
      </w:tr>
      <w:tr w:rsidR="0067354D" w:rsidRPr="0082630F" w:rsidTr="00776991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Начисления на выплаты по оплате труда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0203  129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</w:tcPr>
          <w:p w:rsidR="0067354D" w:rsidRPr="00776991" w:rsidRDefault="0067354D" w:rsidP="00DC5E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67354D" w:rsidRPr="0082630F" w:rsidTr="00776991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Коммунальные услуги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0503  244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</w:tcPr>
          <w:p w:rsidR="0067354D" w:rsidRPr="00776991" w:rsidRDefault="0067354D" w:rsidP="00DC5E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69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</w:tr>
      <w:tr w:rsidR="0067354D" w:rsidRPr="0082630F" w:rsidTr="00776991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0503  244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</w:tcPr>
          <w:p w:rsidR="0067354D" w:rsidRPr="00776991" w:rsidRDefault="0067354D" w:rsidP="00DC5E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,1</w:t>
            </w:r>
          </w:p>
        </w:tc>
      </w:tr>
      <w:tr w:rsidR="0067354D" w:rsidRPr="0082630F" w:rsidTr="00776991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0503  244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</w:tcPr>
          <w:p w:rsidR="0067354D" w:rsidRPr="00776991" w:rsidRDefault="0067354D" w:rsidP="00DC5E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7354D" w:rsidRPr="0082630F" w:rsidTr="00776991">
        <w:trPr>
          <w:trHeight w:val="300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0503  244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</w:tcPr>
          <w:p w:rsidR="0067354D" w:rsidRPr="00776991" w:rsidRDefault="0067354D" w:rsidP="00DC5E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,4</w:t>
            </w:r>
          </w:p>
        </w:tc>
      </w:tr>
      <w:tr w:rsidR="0067354D" w:rsidRPr="0082630F" w:rsidTr="00776991">
        <w:trPr>
          <w:trHeight w:val="495"/>
        </w:trPr>
        <w:tc>
          <w:tcPr>
            <w:tcW w:w="413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67354D" w:rsidRPr="00776991" w:rsidRDefault="0067354D" w:rsidP="00776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1102  540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</w:tcPr>
          <w:p w:rsidR="0067354D" w:rsidRPr="00776991" w:rsidRDefault="0067354D" w:rsidP="00DC5E8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77699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67354D" w:rsidRDefault="0067354D" w:rsidP="00EB5DA8">
      <w:pPr>
        <w:spacing w:after="0" w:line="240" w:lineRule="auto"/>
        <w:ind w:left="6371"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7354D" w:rsidRPr="00EE1148" w:rsidRDefault="0067354D" w:rsidP="00EE114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26DE2">
        <w:rPr>
          <w:rFonts w:ascii="Times New Roman" w:hAnsi="Times New Roman"/>
          <w:sz w:val="28"/>
          <w:szCs w:val="28"/>
        </w:rPr>
        <w:t>Из таблицы видно, наибольший удельный вес в структуре расходов занял</w:t>
      </w:r>
      <w:r>
        <w:rPr>
          <w:rFonts w:ascii="Times New Roman" w:hAnsi="Times New Roman"/>
          <w:sz w:val="28"/>
          <w:szCs w:val="28"/>
        </w:rPr>
        <w:t>а</w:t>
      </w:r>
      <w:r w:rsidRPr="00926D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заработная плата – 33,8%, или 182,3 тыс. рублей, увеличение стоимости основных средств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31,7%, или 170,6 тыс. рублей. </w:t>
      </w:r>
    </w:p>
    <w:p w:rsidR="0067354D" w:rsidRDefault="0067354D" w:rsidP="00992F22">
      <w:pPr>
        <w:pStyle w:val="BodyTextIndent2"/>
        <w:spacing w:after="0" w:line="240" w:lineRule="auto"/>
        <w:ind w:left="0" w:firstLine="284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</w:t>
      </w:r>
      <w:r w:rsidRPr="000F74B8">
        <w:rPr>
          <w:rFonts w:ascii="Times New Roman" w:hAnsi="Times New Roman"/>
          <w:b/>
          <w:i/>
          <w:sz w:val="28"/>
          <w:szCs w:val="28"/>
        </w:rPr>
        <w:t>Анализируя</w:t>
      </w:r>
      <w:r>
        <w:rPr>
          <w:rFonts w:ascii="Times New Roman" w:hAnsi="Times New Roman"/>
          <w:b/>
          <w:i/>
          <w:sz w:val="28"/>
          <w:szCs w:val="28"/>
        </w:rPr>
        <w:t xml:space="preserve"> данные расходы,</w:t>
      </w:r>
      <w:r w:rsidRPr="006972B7">
        <w:rPr>
          <w:rFonts w:ascii="Times New Roman" w:hAnsi="Times New Roman"/>
          <w:b/>
          <w:i/>
          <w:sz w:val="28"/>
          <w:szCs w:val="28"/>
        </w:rPr>
        <w:t xml:space="preserve"> сделан вывод о неэффективном использовании средств бюджета </w:t>
      </w:r>
      <w:r>
        <w:rPr>
          <w:rFonts w:ascii="Times New Roman" w:hAnsi="Times New Roman"/>
          <w:b/>
          <w:i/>
          <w:sz w:val="28"/>
          <w:szCs w:val="28"/>
        </w:rPr>
        <w:t xml:space="preserve">за 1 квартал 2019 года в сумме </w:t>
      </w:r>
      <w:r w:rsidRPr="006972B7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0,4</w:t>
      </w:r>
      <w:r w:rsidRPr="001D6036">
        <w:rPr>
          <w:rFonts w:ascii="Times New Roman" w:hAnsi="Times New Roman"/>
          <w:b/>
          <w:i/>
          <w:sz w:val="28"/>
          <w:szCs w:val="28"/>
        </w:rPr>
        <w:t xml:space="preserve"> тыс. рублей, выразившиеся в уплате </w:t>
      </w:r>
      <w:r>
        <w:rPr>
          <w:rFonts w:ascii="Times New Roman" w:hAnsi="Times New Roman"/>
          <w:b/>
          <w:i/>
          <w:sz w:val="28"/>
          <w:szCs w:val="28"/>
        </w:rPr>
        <w:t xml:space="preserve">штрафных санкций </w:t>
      </w:r>
      <w:r w:rsidRPr="00B513C9">
        <w:rPr>
          <w:rFonts w:ascii="Times New Roman" w:hAnsi="Times New Roman"/>
          <w:b/>
          <w:i/>
          <w:sz w:val="28"/>
          <w:szCs w:val="28"/>
        </w:rPr>
        <w:t xml:space="preserve"> за нарушени</w:t>
      </w:r>
      <w:r>
        <w:rPr>
          <w:rFonts w:ascii="Times New Roman" w:hAnsi="Times New Roman"/>
          <w:b/>
          <w:i/>
          <w:sz w:val="28"/>
          <w:szCs w:val="28"/>
        </w:rPr>
        <w:t>е</w:t>
      </w:r>
      <w:r w:rsidRPr="00B513C9">
        <w:rPr>
          <w:rFonts w:ascii="Times New Roman" w:hAnsi="Times New Roman"/>
          <w:b/>
          <w:i/>
          <w:sz w:val="28"/>
          <w:szCs w:val="28"/>
        </w:rPr>
        <w:t xml:space="preserve"> законодательства о налог и сборах</w:t>
      </w:r>
      <w:r>
        <w:rPr>
          <w:rFonts w:ascii="Times New Roman" w:hAnsi="Times New Roman"/>
          <w:b/>
          <w:i/>
          <w:sz w:val="28"/>
          <w:szCs w:val="28"/>
        </w:rPr>
        <w:t>,</w:t>
      </w:r>
      <w:r w:rsidRPr="00B513C9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BA58FC">
        <w:rPr>
          <w:rFonts w:ascii="Times New Roman" w:hAnsi="Times New Roman"/>
          <w:b/>
          <w:i/>
          <w:sz w:val="28"/>
          <w:szCs w:val="28"/>
        </w:rPr>
        <w:t>законодательства о страховых взносах</w:t>
      </w:r>
      <w:r>
        <w:rPr>
          <w:rFonts w:ascii="Times New Roman" w:hAnsi="Times New Roman"/>
          <w:b/>
          <w:i/>
          <w:sz w:val="28"/>
          <w:szCs w:val="28"/>
        </w:rPr>
        <w:t>.</w:t>
      </w:r>
    </w:p>
    <w:p w:rsidR="0067354D" w:rsidRDefault="0067354D" w:rsidP="00992F22">
      <w:pPr>
        <w:pStyle w:val="BodyTextIndent2"/>
        <w:spacing w:after="0" w:line="240" w:lineRule="auto"/>
        <w:ind w:left="0" w:firstLine="284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67354D" w:rsidRPr="00B8366A" w:rsidRDefault="0067354D" w:rsidP="002340F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351699">
        <w:rPr>
          <w:rFonts w:ascii="Times New Roman" w:hAnsi="Times New Roman"/>
          <w:b/>
          <w:sz w:val="28"/>
          <w:szCs w:val="28"/>
        </w:rPr>
        <w:t>Исполнение в разрезе</w:t>
      </w:r>
      <w:r w:rsidRPr="00B8366A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муниципальной</w:t>
      </w:r>
      <w:r w:rsidRPr="00B8366A">
        <w:rPr>
          <w:rFonts w:ascii="Times New Roman" w:hAnsi="Times New Roman"/>
          <w:b/>
          <w:sz w:val="28"/>
          <w:szCs w:val="28"/>
        </w:rPr>
        <w:t xml:space="preserve"> программ</w:t>
      </w:r>
      <w:r>
        <w:rPr>
          <w:rFonts w:ascii="Times New Roman" w:hAnsi="Times New Roman"/>
          <w:b/>
          <w:sz w:val="28"/>
          <w:szCs w:val="28"/>
        </w:rPr>
        <w:t>ы</w:t>
      </w:r>
      <w:r w:rsidRPr="00B8366A">
        <w:rPr>
          <w:rFonts w:ascii="Times New Roman" w:hAnsi="Times New Roman"/>
          <w:b/>
          <w:sz w:val="28"/>
          <w:szCs w:val="28"/>
        </w:rPr>
        <w:t xml:space="preserve"> и главн</w:t>
      </w:r>
      <w:r>
        <w:rPr>
          <w:rFonts w:ascii="Times New Roman" w:hAnsi="Times New Roman"/>
          <w:b/>
          <w:sz w:val="28"/>
          <w:szCs w:val="28"/>
        </w:rPr>
        <w:t>ого</w:t>
      </w:r>
      <w:r w:rsidRPr="00B8366A">
        <w:rPr>
          <w:rFonts w:ascii="Times New Roman" w:hAnsi="Times New Roman"/>
          <w:b/>
          <w:sz w:val="28"/>
          <w:szCs w:val="28"/>
        </w:rPr>
        <w:t xml:space="preserve"> распорядител</w:t>
      </w:r>
      <w:r>
        <w:rPr>
          <w:rFonts w:ascii="Times New Roman" w:hAnsi="Times New Roman"/>
          <w:b/>
          <w:sz w:val="28"/>
          <w:szCs w:val="28"/>
        </w:rPr>
        <w:t>я</w:t>
      </w:r>
      <w:r w:rsidRPr="00B8366A">
        <w:rPr>
          <w:rFonts w:ascii="Times New Roman" w:hAnsi="Times New Roman"/>
          <w:b/>
          <w:sz w:val="28"/>
          <w:szCs w:val="28"/>
        </w:rPr>
        <w:t xml:space="preserve"> средств бюджета</w:t>
      </w:r>
    </w:p>
    <w:p w:rsidR="0067354D" w:rsidRPr="00B8366A" w:rsidRDefault="0067354D" w:rsidP="002340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8366A">
        <w:rPr>
          <w:rFonts w:ascii="Times New Roman" w:hAnsi="Times New Roman"/>
          <w:sz w:val="28"/>
          <w:szCs w:val="28"/>
        </w:rPr>
        <w:t>В соответствии с ведомственной структурой расходов бюджета на 201</w:t>
      </w:r>
      <w:r>
        <w:rPr>
          <w:rFonts w:ascii="Times New Roman" w:hAnsi="Times New Roman"/>
          <w:sz w:val="28"/>
          <w:szCs w:val="28"/>
        </w:rPr>
        <w:t>9</w:t>
      </w:r>
      <w:r w:rsidRPr="00B8366A">
        <w:rPr>
          <w:rFonts w:ascii="Times New Roman" w:hAnsi="Times New Roman"/>
          <w:sz w:val="28"/>
          <w:szCs w:val="28"/>
        </w:rPr>
        <w:t xml:space="preserve"> год исполнение расходов бюджета в отчетном периоде осуществлял</w:t>
      </w:r>
      <w:r>
        <w:rPr>
          <w:rFonts w:ascii="Times New Roman" w:hAnsi="Times New Roman"/>
          <w:sz w:val="28"/>
          <w:szCs w:val="28"/>
        </w:rPr>
        <w:t>ось</w:t>
      </w:r>
      <w:r w:rsidRPr="00B8366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Рябчинской сельской администрацией</w:t>
      </w:r>
      <w:r w:rsidRPr="00B8366A">
        <w:rPr>
          <w:rFonts w:ascii="Times New Roman" w:hAnsi="Times New Roman"/>
          <w:sz w:val="28"/>
          <w:szCs w:val="28"/>
        </w:rPr>
        <w:t>.</w:t>
      </w:r>
    </w:p>
    <w:p w:rsidR="0067354D" w:rsidRDefault="0067354D" w:rsidP="009E78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8366A">
        <w:rPr>
          <w:rFonts w:ascii="Times New Roman" w:hAnsi="Times New Roman"/>
          <w:sz w:val="28"/>
          <w:szCs w:val="28"/>
        </w:rPr>
        <w:t xml:space="preserve">За  </w:t>
      </w:r>
      <w:r>
        <w:rPr>
          <w:rFonts w:ascii="Times New Roman" w:hAnsi="Times New Roman"/>
          <w:sz w:val="28"/>
          <w:szCs w:val="28"/>
        </w:rPr>
        <w:t>1 квартал</w:t>
      </w:r>
      <w:r w:rsidRPr="00B8366A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9</w:t>
      </w:r>
      <w:r w:rsidRPr="00B8366A">
        <w:rPr>
          <w:rFonts w:ascii="Times New Roman" w:hAnsi="Times New Roman"/>
          <w:sz w:val="28"/>
          <w:szCs w:val="28"/>
        </w:rPr>
        <w:t xml:space="preserve"> года  исполнение расходов составило </w:t>
      </w:r>
      <w:r>
        <w:rPr>
          <w:rFonts w:ascii="Times New Roman" w:hAnsi="Times New Roman"/>
          <w:sz w:val="28"/>
          <w:szCs w:val="28"/>
        </w:rPr>
        <w:t>538,6</w:t>
      </w:r>
      <w:r w:rsidRPr="00B8366A">
        <w:rPr>
          <w:rFonts w:ascii="Times New Roman" w:hAnsi="Times New Roman"/>
          <w:sz w:val="28"/>
          <w:szCs w:val="28"/>
        </w:rPr>
        <w:t xml:space="preserve"> тыс. рублей, что соответствует </w:t>
      </w:r>
      <w:r>
        <w:rPr>
          <w:rFonts w:ascii="Times New Roman" w:hAnsi="Times New Roman"/>
          <w:sz w:val="28"/>
          <w:szCs w:val="28"/>
        </w:rPr>
        <w:t>15,8</w:t>
      </w:r>
      <w:r w:rsidRPr="00B8366A">
        <w:rPr>
          <w:rFonts w:ascii="Times New Roman" w:hAnsi="Times New Roman"/>
          <w:sz w:val="28"/>
          <w:szCs w:val="28"/>
        </w:rPr>
        <w:t xml:space="preserve">%  сводной бюджетной росписи. </w:t>
      </w:r>
    </w:p>
    <w:p w:rsidR="0067354D" w:rsidRDefault="0067354D" w:rsidP="002340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84A16">
        <w:rPr>
          <w:rFonts w:ascii="Times New Roman" w:hAnsi="Times New Roman"/>
          <w:sz w:val="28"/>
          <w:szCs w:val="28"/>
        </w:rPr>
        <w:t xml:space="preserve">Общий объем финансирования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284A16">
        <w:rPr>
          <w:rFonts w:ascii="Times New Roman" w:hAnsi="Times New Roman"/>
          <w:sz w:val="28"/>
          <w:szCs w:val="28"/>
        </w:rPr>
        <w:t xml:space="preserve"> в соответствии с </w:t>
      </w:r>
      <w:r>
        <w:rPr>
          <w:rFonts w:ascii="Times New Roman" w:hAnsi="Times New Roman"/>
          <w:sz w:val="28"/>
          <w:szCs w:val="28"/>
        </w:rPr>
        <w:t>решением о бюджете</w:t>
      </w:r>
      <w:r w:rsidRPr="00284A16">
        <w:rPr>
          <w:rFonts w:ascii="Times New Roman" w:hAnsi="Times New Roman"/>
          <w:sz w:val="28"/>
          <w:szCs w:val="28"/>
        </w:rPr>
        <w:t xml:space="preserve"> на 201</w:t>
      </w:r>
      <w:r>
        <w:rPr>
          <w:rFonts w:ascii="Times New Roman" w:hAnsi="Times New Roman"/>
          <w:sz w:val="28"/>
          <w:szCs w:val="28"/>
        </w:rPr>
        <w:t>9</w:t>
      </w:r>
      <w:r w:rsidRPr="00284A16">
        <w:rPr>
          <w:rFonts w:ascii="Times New Roman" w:hAnsi="Times New Roman"/>
          <w:sz w:val="28"/>
          <w:szCs w:val="28"/>
        </w:rPr>
        <w:t xml:space="preserve"> год утвержден в сумме </w:t>
      </w:r>
      <w:r>
        <w:rPr>
          <w:rFonts w:ascii="Times New Roman" w:hAnsi="Times New Roman"/>
          <w:sz w:val="28"/>
          <w:szCs w:val="28"/>
        </w:rPr>
        <w:t>3407,1</w:t>
      </w:r>
      <w:r w:rsidRPr="00284A16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:</w:t>
      </w:r>
    </w:p>
    <w:p w:rsidR="0067354D" w:rsidRDefault="0067354D" w:rsidP="002340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Непрограммная деятельность утверждена в сумме 5,0 тыс. рублей.</w:t>
      </w:r>
    </w:p>
    <w:p w:rsidR="0067354D" w:rsidRDefault="0067354D" w:rsidP="002340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84A16">
        <w:rPr>
          <w:rFonts w:ascii="Times New Roman" w:hAnsi="Times New Roman"/>
          <w:sz w:val="28"/>
          <w:szCs w:val="28"/>
        </w:rPr>
        <w:t xml:space="preserve">Анализ исполнения расходной части бюджета </w:t>
      </w:r>
      <w:r>
        <w:rPr>
          <w:rFonts w:ascii="Times New Roman" w:hAnsi="Times New Roman"/>
          <w:sz w:val="28"/>
          <w:szCs w:val="28"/>
        </w:rPr>
        <w:t>по муниципальной программе</w:t>
      </w:r>
      <w:r w:rsidRPr="00284A16">
        <w:rPr>
          <w:rFonts w:ascii="Times New Roman" w:hAnsi="Times New Roman"/>
          <w:sz w:val="28"/>
          <w:szCs w:val="28"/>
        </w:rPr>
        <w:t xml:space="preserve"> приведен в </w:t>
      </w:r>
      <w:r>
        <w:rPr>
          <w:rFonts w:ascii="Times New Roman" w:hAnsi="Times New Roman"/>
          <w:sz w:val="28"/>
          <w:szCs w:val="28"/>
        </w:rPr>
        <w:t>таблице</w:t>
      </w:r>
    </w:p>
    <w:p w:rsidR="0067354D" w:rsidRDefault="0067354D" w:rsidP="002340FD">
      <w:pPr>
        <w:spacing w:after="0" w:line="252" w:lineRule="auto"/>
        <w:jc w:val="right"/>
        <w:rPr>
          <w:rFonts w:ascii="Times New Roman" w:hAnsi="Times New Roman"/>
          <w:sz w:val="28"/>
          <w:szCs w:val="28"/>
        </w:rPr>
      </w:pPr>
      <w:r w:rsidRPr="00D61739">
        <w:rPr>
          <w:rFonts w:ascii="Times New Roman" w:hAnsi="Times New Roman"/>
          <w:bCs/>
          <w:sz w:val="28"/>
          <w:szCs w:val="28"/>
        </w:rPr>
        <w:t xml:space="preserve">   </w:t>
      </w:r>
      <w:r w:rsidRPr="00D61739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тыс.</w:t>
      </w:r>
      <w:r w:rsidRPr="00D61739">
        <w:rPr>
          <w:rFonts w:ascii="Times New Roman" w:hAnsi="Times New Roman"/>
          <w:sz w:val="28"/>
          <w:szCs w:val="28"/>
        </w:rPr>
        <w:t>рублей)</w:t>
      </w:r>
    </w:p>
    <w:tbl>
      <w:tblPr>
        <w:tblW w:w="10200" w:type="dxa"/>
        <w:tblInd w:w="-601" w:type="dxa"/>
        <w:tblLook w:val="00A0"/>
      </w:tblPr>
      <w:tblGrid>
        <w:gridCol w:w="5068"/>
        <w:gridCol w:w="940"/>
        <w:gridCol w:w="985"/>
        <w:gridCol w:w="1406"/>
        <w:gridCol w:w="940"/>
        <w:gridCol w:w="861"/>
      </w:tblGrid>
      <w:tr w:rsidR="0067354D" w:rsidRPr="0082630F" w:rsidTr="00F61244">
        <w:trPr>
          <w:trHeight w:val="1905"/>
        </w:trPr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354D" w:rsidRDefault="0067354D" w:rsidP="00EA01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C606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67354D" w:rsidRPr="006C606E" w:rsidRDefault="0067354D" w:rsidP="00EA01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354D" w:rsidRPr="006C606E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C606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План  2019 </w:t>
            </w:r>
          </w:p>
        </w:tc>
        <w:tc>
          <w:tcPr>
            <w:tcW w:w="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354D" w:rsidRPr="006C606E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60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Уточн. 2019 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7354D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60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 1 кв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67354D" w:rsidRPr="006C606E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60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2019 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354D" w:rsidRPr="006C606E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C606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% исп.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354D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C606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уд.</w:t>
            </w:r>
          </w:p>
          <w:p w:rsidR="0067354D" w:rsidRPr="006C606E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C606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вес</w:t>
            </w:r>
          </w:p>
        </w:tc>
      </w:tr>
      <w:tr w:rsidR="0067354D" w:rsidRPr="0082630F" w:rsidTr="00F61244">
        <w:trPr>
          <w:trHeight w:val="930"/>
        </w:trPr>
        <w:tc>
          <w:tcPr>
            <w:tcW w:w="5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4D" w:rsidRPr="006C606E" w:rsidRDefault="0067354D" w:rsidP="00246C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Р</w:t>
            </w:r>
            <w:r w:rsidRPr="006C606E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еализация отдельных полномочий муниципального образования «</w:t>
            </w: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Рябчинское</w:t>
            </w:r>
            <w:r w:rsidRPr="006C606E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 сельское поселение» на 2019</w:t>
            </w: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- </w:t>
            </w:r>
            <w:r w:rsidRPr="006C606E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2021 годы»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354D" w:rsidRPr="006C606E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1498,3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354D" w:rsidRPr="006C606E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3407,1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354D" w:rsidRPr="006C606E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538,6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354D" w:rsidRPr="006C606E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15,8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354D" w:rsidRPr="006C606E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</w:tr>
      <w:tr w:rsidR="0067354D" w:rsidRPr="0082630F" w:rsidTr="00F61244">
        <w:trPr>
          <w:trHeight w:val="375"/>
        </w:trPr>
        <w:tc>
          <w:tcPr>
            <w:tcW w:w="5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4D" w:rsidRPr="006C606E" w:rsidRDefault="0067354D" w:rsidP="00F6124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C606E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средства областного бюджета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354D" w:rsidRPr="006C606E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79,3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354D" w:rsidRPr="006C606E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79,3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354D" w:rsidRPr="006C606E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14,0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354D" w:rsidRPr="006C606E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17,7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354D" w:rsidRPr="006C606E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2,6</w:t>
            </w:r>
          </w:p>
        </w:tc>
      </w:tr>
      <w:tr w:rsidR="0067354D" w:rsidRPr="0082630F" w:rsidTr="00F61244">
        <w:trPr>
          <w:trHeight w:val="300"/>
        </w:trPr>
        <w:tc>
          <w:tcPr>
            <w:tcW w:w="5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4D" w:rsidRPr="006C606E" w:rsidRDefault="0067354D" w:rsidP="00F6124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C606E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354D" w:rsidRPr="006C606E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1044,0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354D" w:rsidRPr="006C606E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3327,8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354D" w:rsidRPr="006C606E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524,6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354D" w:rsidRPr="006C606E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15,7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354D" w:rsidRPr="006C606E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97,4</w:t>
            </w:r>
          </w:p>
        </w:tc>
      </w:tr>
      <w:tr w:rsidR="0067354D" w:rsidRPr="0082630F" w:rsidTr="00F61244">
        <w:trPr>
          <w:trHeight w:val="300"/>
        </w:trPr>
        <w:tc>
          <w:tcPr>
            <w:tcW w:w="5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4D" w:rsidRPr="006C606E" w:rsidRDefault="0067354D" w:rsidP="00F6124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Непрограммная деятельность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354D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6,0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354D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6,0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354D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354D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354D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</w:tr>
      <w:tr w:rsidR="0067354D" w:rsidRPr="0082630F" w:rsidTr="00F612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00"/>
        </w:trPr>
        <w:tc>
          <w:tcPr>
            <w:tcW w:w="5068" w:type="dxa"/>
            <w:noWrap/>
            <w:vAlign w:val="center"/>
          </w:tcPr>
          <w:p w:rsidR="0067354D" w:rsidRPr="0082630F" w:rsidRDefault="0067354D" w:rsidP="00F6124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30F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40" w:type="dxa"/>
            <w:vAlign w:val="center"/>
          </w:tcPr>
          <w:p w:rsidR="0067354D" w:rsidRPr="0082630F" w:rsidRDefault="0067354D" w:rsidP="00F61244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1504,3</w:t>
            </w:r>
          </w:p>
        </w:tc>
        <w:tc>
          <w:tcPr>
            <w:tcW w:w="985" w:type="dxa"/>
            <w:noWrap/>
            <w:vAlign w:val="center"/>
          </w:tcPr>
          <w:p w:rsidR="0067354D" w:rsidRPr="0082630F" w:rsidRDefault="0067354D" w:rsidP="00F61244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3413,1</w:t>
            </w:r>
          </w:p>
        </w:tc>
        <w:tc>
          <w:tcPr>
            <w:tcW w:w="1406" w:type="dxa"/>
            <w:noWrap/>
            <w:vAlign w:val="center"/>
          </w:tcPr>
          <w:p w:rsidR="0067354D" w:rsidRPr="0082630F" w:rsidRDefault="0067354D" w:rsidP="00F61244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538,6</w:t>
            </w:r>
          </w:p>
        </w:tc>
        <w:tc>
          <w:tcPr>
            <w:tcW w:w="940" w:type="dxa"/>
            <w:noWrap/>
            <w:vAlign w:val="center"/>
          </w:tcPr>
          <w:p w:rsidR="0067354D" w:rsidRPr="0082630F" w:rsidRDefault="0067354D" w:rsidP="00F61244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15,8</w:t>
            </w:r>
          </w:p>
        </w:tc>
        <w:tc>
          <w:tcPr>
            <w:tcW w:w="861" w:type="dxa"/>
            <w:vAlign w:val="center"/>
          </w:tcPr>
          <w:p w:rsidR="0067354D" w:rsidRPr="0082630F" w:rsidRDefault="0067354D" w:rsidP="00F6124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2630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100,0</w:t>
            </w:r>
          </w:p>
        </w:tc>
      </w:tr>
    </w:tbl>
    <w:p w:rsidR="0067354D" w:rsidRDefault="0067354D" w:rsidP="002340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7354D" w:rsidRDefault="0067354D" w:rsidP="002340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304D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1 квартал</w:t>
      </w:r>
      <w:r w:rsidRPr="00FB304D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9</w:t>
      </w:r>
      <w:r w:rsidRPr="00FB304D">
        <w:rPr>
          <w:rFonts w:ascii="Times New Roman" w:hAnsi="Times New Roman"/>
          <w:sz w:val="28"/>
          <w:szCs w:val="28"/>
        </w:rPr>
        <w:t xml:space="preserve"> года расходы бюджета по </w:t>
      </w:r>
      <w:r>
        <w:rPr>
          <w:rFonts w:ascii="Times New Roman" w:hAnsi="Times New Roman"/>
          <w:sz w:val="28"/>
          <w:szCs w:val="28"/>
        </w:rPr>
        <w:t xml:space="preserve">муниципальной программаме  </w:t>
      </w:r>
      <w:r w:rsidRPr="00FB304D">
        <w:rPr>
          <w:rFonts w:ascii="Times New Roman" w:hAnsi="Times New Roman"/>
          <w:sz w:val="28"/>
          <w:szCs w:val="28"/>
        </w:rPr>
        <w:t xml:space="preserve">исполнены в сумме </w:t>
      </w:r>
      <w:r>
        <w:rPr>
          <w:rFonts w:ascii="Times New Roman" w:hAnsi="Times New Roman"/>
          <w:sz w:val="28"/>
          <w:szCs w:val="28"/>
        </w:rPr>
        <w:t>538,6</w:t>
      </w:r>
      <w:r w:rsidRPr="00FB304D">
        <w:rPr>
          <w:rFonts w:ascii="Times New Roman" w:hAnsi="Times New Roman"/>
          <w:sz w:val="28"/>
          <w:szCs w:val="28"/>
        </w:rPr>
        <w:t xml:space="preserve"> тыс. рублей, что составляет </w:t>
      </w:r>
      <w:r>
        <w:rPr>
          <w:rFonts w:ascii="Times New Roman" w:hAnsi="Times New Roman"/>
          <w:sz w:val="28"/>
          <w:szCs w:val="28"/>
        </w:rPr>
        <w:t>15,8</w:t>
      </w:r>
      <w:r w:rsidRPr="00FB304D">
        <w:rPr>
          <w:rFonts w:ascii="Times New Roman" w:hAnsi="Times New Roman"/>
          <w:sz w:val="28"/>
          <w:szCs w:val="28"/>
        </w:rPr>
        <w:t xml:space="preserve"> % уточненных годовых бюджетных назначений.</w:t>
      </w:r>
    </w:p>
    <w:p w:rsidR="0067354D" w:rsidRDefault="0067354D" w:rsidP="002340FD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11504">
        <w:rPr>
          <w:rFonts w:ascii="Times New Roman" w:hAnsi="Times New Roman"/>
          <w:sz w:val="28"/>
          <w:szCs w:val="28"/>
        </w:rPr>
        <w:t>Ответственным и</w:t>
      </w:r>
      <w:r>
        <w:rPr>
          <w:rFonts w:ascii="Times New Roman" w:hAnsi="Times New Roman"/>
          <w:sz w:val="28"/>
          <w:szCs w:val="28"/>
        </w:rPr>
        <w:t>сполнителем муниципальной программы «</w:t>
      </w:r>
      <w:r w:rsidRPr="00132F35">
        <w:rPr>
          <w:rFonts w:ascii="Times New Roman" w:hAnsi="Times New Roman"/>
          <w:bCs/>
          <w:color w:val="000000"/>
          <w:sz w:val="28"/>
          <w:szCs w:val="28"/>
          <w:lang w:eastAsia="ru-RU"/>
        </w:rPr>
        <w:t>Реализация отдельных полномочий муниципального образования «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Рябчинское </w:t>
      </w:r>
      <w:r w:rsidRPr="00132F35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сельское поселение» на 2019-2021 годы»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является  Рябчинская сельская администрация.</w:t>
      </w:r>
    </w:p>
    <w:p w:rsidR="0067354D" w:rsidRPr="00FC3761" w:rsidRDefault="0067354D" w:rsidP="002340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C3761">
        <w:rPr>
          <w:rFonts w:ascii="Times New Roman" w:hAnsi="Times New Roman"/>
          <w:sz w:val="28"/>
          <w:szCs w:val="28"/>
        </w:rPr>
        <w:t xml:space="preserve">Целью </w:t>
      </w:r>
      <w:r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FC3761">
        <w:rPr>
          <w:rFonts w:ascii="Times New Roman" w:hAnsi="Times New Roman"/>
          <w:sz w:val="28"/>
          <w:szCs w:val="28"/>
        </w:rPr>
        <w:t>является эффективное исполнение полномочий исполнительных органов власти</w:t>
      </w:r>
      <w:r>
        <w:rPr>
          <w:rFonts w:ascii="Times New Roman" w:hAnsi="Times New Roman"/>
          <w:sz w:val="28"/>
          <w:szCs w:val="28"/>
        </w:rPr>
        <w:t>.</w:t>
      </w:r>
    </w:p>
    <w:p w:rsidR="0067354D" w:rsidRDefault="0067354D" w:rsidP="002340F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мероприятий:</w:t>
      </w:r>
    </w:p>
    <w:p w:rsidR="0067354D" w:rsidRDefault="0067354D" w:rsidP="002340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B69D8">
        <w:rPr>
          <w:rFonts w:ascii="Times New Roman" w:hAnsi="Times New Roman"/>
          <w:sz w:val="28"/>
          <w:szCs w:val="28"/>
        </w:rPr>
        <w:t>создание условий для эффективной деятельности Главы и аппарата администрации</w:t>
      </w:r>
      <w:r>
        <w:rPr>
          <w:rFonts w:ascii="Times New Roman" w:hAnsi="Times New Roman"/>
          <w:sz w:val="28"/>
          <w:szCs w:val="28"/>
        </w:rPr>
        <w:t xml:space="preserve"> исполнение составило 259,5 тыс. рублей,</w:t>
      </w:r>
      <w:r w:rsidRPr="003B69D8">
        <w:rPr>
          <w:rFonts w:ascii="Times New Roman" w:hAnsi="Times New Roman"/>
          <w:sz w:val="28"/>
          <w:szCs w:val="28"/>
        </w:rPr>
        <w:t xml:space="preserve"> или </w:t>
      </w:r>
      <w:r>
        <w:rPr>
          <w:rFonts w:ascii="Times New Roman" w:hAnsi="Times New Roman"/>
          <w:sz w:val="28"/>
          <w:szCs w:val="28"/>
        </w:rPr>
        <w:t>23,7</w:t>
      </w:r>
      <w:r w:rsidRPr="003B69D8">
        <w:rPr>
          <w:rFonts w:ascii="Times New Roman" w:hAnsi="Times New Roman"/>
          <w:sz w:val="28"/>
          <w:szCs w:val="28"/>
        </w:rPr>
        <w:t xml:space="preserve"> % годовых плановых назначений</w:t>
      </w:r>
      <w:r>
        <w:rPr>
          <w:rFonts w:ascii="Times New Roman" w:hAnsi="Times New Roman"/>
          <w:sz w:val="28"/>
          <w:szCs w:val="28"/>
        </w:rPr>
        <w:t>;</w:t>
      </w:r>
    </w:p>
    <w:p w:rsidR="0067354D" w:rsidRDefault="0067354D" w:rsidP="002340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мобилизационной подготовки – 14,0 тыс. рублей, или 17,6% плановых назначений;</w:t>
      </w:r>
    </w:p>
    <w:p w:rsidR="0067354D" w:rsidRDefault="0067354D" w:rsidP="002340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Реализация переданных полномочий по решению вопросов местного значения в соответствии с заключенными соглашениями в части осуществления внешнего и внутреннего муниципального контроля – 10,0 тыс. рублей, или 1,9 % плановых назначений;</w:t>
      </w:r>
    </w:p>
    <w:p w:rsidR="0067354D" w:rsidRPr="002C1621" w:rsidRDefault="0067354D" w:rsidP="002340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2C1621">
        <w:rPr>
          <w:rFonts w:ascii="Times New Roman" w:hAnsi="Times New Roman"/>
          <w:sz w:val="28"/>
          <w:szCs w:val="28"/>
        </w:rPr>
        <w:t xml:space="preserve">- организация и обеспечение освещения улиц – </w:t>
      </w:r>
      <w:r>
        <w:rPr>
          <w:rFonts w:ascii="Times New Roman" w:hAnsi="Times New Roman"/>
          <w:sz w:val="28"/>
          <w:szCs w:val="28"/>
        </w:rPr>
        <w:t>84,9</w:t>
      </w:r>
      <w:r w:rsidRPr="002C1621">
        <w:rPr>
          <w:rFonts w:ascii="Times New Roman" w:hAnsi="Times New Roman"/>
          <w:sz w:val="28"/>
          <w:szCs w:val="28"/>
        </w:rPr>
        <w:t xml:space="preserve"> тыс. рублей, или </w:t>
      </w:r>
      <w:r>
        <w:rPr>
          <w:rFonts w:ascii="Times New Roman" w:hAnsi="Times New Roman"/>
          <w:sz w:val="28"/>
          <w:szCs w:val="28"/>
        </w:rPr>
        <w:t>15,8</w:t>
      </w:r>
      <w:r w:rsidRPr="002C1621">
        <w:rPr>
          <w:rFonts w:ascii="Times New Roman" w:hAnsi="Times New Roman"/>
          <w:sz w:val="28"/>
          <w:szCs w:val="28"/>
        </w:rPr>
        <w:t>% плановых назначений;</w:t>
      </w:r>
    </w:p>
    <w:p w:rsidR="0067354D" w:rsidRDefault="0067354D" w:rsidP="002340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4B37">
        <w:rPr>
          <w:rFonts w:ascii="Times New Roman" w:hAnsi="Times New Roman"/>
          <w:sz w:val="28"/>
          <w:szCs w:val="28"/>
        </w:rPr>
        <w:t xml:space="preserve">- расходы на мероприятия по благоустройству территории поселения – </w:t>
      </w:r>
      <w:r>
        <w:rPr>
          <w:rFonts w:ascii="Times New Roman" w:hAnsi="Times New Roman"/>
          <w:sz w:val="28"/>
          <w:szCs w:val="28"/>
        </w:rPr>
        <w:t>160,2</w:t>
      </w:r>
      <w:r w:rsidRPr="00194B37">
        <w:rPr>
          <w:rFonts w:ascii="Times New Roman" w:hAnsi="Times New Roman"/>
          <w:sz w:val="28"/>
          <w:szCs w:val="28"/>
        </w:rPr>
        <w:t xml:space="preserve"> тыс. рублей, или </w:t>
      </w:r>
      <w:r>
        <w:rPr>
          <w:rFonts w:ascii="Times New Roman" w:hAnsi="Times New Roman"/>
          <w:sz w:val="28"/>
          <w:szCs w:val="28"/>
        </w:rPr>
        <w:t>29,7</w:t>
      </w:r>
      <w:r w:rsidRPr="00194B37">
        <w:rPr>
          <w:rFonts w:ascii="Times New Roman" w:hAnsi="Times New Roman"/>
          <w:sz w:val="28"/>
          <w:szCs w:val="28"/>
        </w:rPr>
        <w:t xml:space="preserve"> плановых назначений</w:t>
      </w:r>
      <w:r w:rsidRPr="00201A7C">
        <w:rPr>
          <w:rFonts w:ascii="Times New Roman" w:hAnsi="Times New Roman"/>
          <w:sz w:val="28"/>
          <w:szCs w:val="28"/>
        </w:rPr>
        <w:t>;</w:t>
      </w:r>
    </w:p>
    <w:p w:rsidR="0067354D" w:rsidRPr="00A6170F" w:rsidRDefault="0067354D" w:rsidP="002340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94B37">
        <w:rPr>
          <w:rFonts w:ascii="Times New Roman" w:hAnsi="Times New Roman"/>
          <w:sz w:val="28"/>
          <w:szCs w:val="28"/>
        </w:rPr>
        <w:t xml:space="preserve"> реализация</w:t>
      </w:r>
      <w:r>
        <w:rPr>
          <w:rFonts w:ascii="Times New Roman" w:hAnsi="Times New Roman"/>
          <w:sz w:val="28"/>
          <w:szCs w:val="28"/>
        </w:rPr>
        <w:t xml:space="preserve"> переданных полномочий в соответствии с заключенными соглашениями по обеспечению условий для развития физической культуры и спорта – 10,0 тыс. рублей, или 100,0% плановых назначений.  </w:t>
      </w:r>
    </w:p>
    <w:p w:rsidR="0067354D" w:rsidRPr="00FC3761" w:rsidRDefault="0067354D" w:rsidP="002340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C3761">
        <w:rPr>
          <w:rFonts w:ascii="Times New Roman" w:hAnsi="Times New Roman"/>
          <w:sz w:val="28"/>
          <w:szCs w:val="28"/>
        </w:rPr>
        <w:t xml:space="preserve">Кассовые расходы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FC3761">
        <w:rPr>
          <w:rFonts w:ascii="Times New Roman" w:hAnsi="Times New Roman"/>
          <w:sz w:val="28"/>
          <w:szCs w:val="28"/>
        </w:rPr>
        <w:t xml:space="preserve"> программы за </w:t>
      </w:r>
      <w:r>
        <w:rPr>
          <w:rFonts w:ascii="Times New Roman" w:hAnsi="Times New Roman"/>
          <w:sz w:val="28"/>
          <w:szCs w:val="28"/>
        </w:rPr>
        <w:t>1 квартал</w:t>
      </w:r>
      <w:r w:rsidRPr="00FC3761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9</w:t>
      </w:r>
      <w:r w:rsidRPr="00FC3761">
        <w:rPr>
          <w:rFonts w:ascii="Times New Roman" w:hAnsi="Times New Roman"/>
          <w:sz w:val="28"/>
          <w:szCs w:val="28"/>
        </w:rPr>
        <w:t xml:space="preserve"> года </w:t>
      </w:r>
    </w:p>
    <w:p w:rsidR="0067354D" w:rsidRDefault="0067354D" w:rsidP="002340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3761">
        <w:rPr>
          <w:rFonts w:ascii="Times New Roman" w:hAnsi="Times New Roman"/>
          <w:sz w:val="28"/>
          <w:szCs w:val="28"/>
        </w:rPr>
        <w:t xml:space="preserve">составили </w:t>
      </w:r>
      <w:r>
        <w:rPr>
          <w:rFonts w:ascii="Times New Roman" w:hAnsi="Times New Roman"/>
          <w:sz w:val="28"/>
          <w:szCs w:val="28"/>
        </w:rPr>
        <w:t>538,6</w:t>
      </w:r>
      <w:r w:rsidRPr="00FC3761">
        <w:rPr>
          <w:rFonts w:ascii="Times New Roman" w:hAnsi="Times New Roman"/>
          <w:sz w:val="28"/>
          <w:szCs w:val="28"/>
        </w:rPr>
        <w:t xml:space="preserve"> тыс. рублей, или </w:t>
      </w:r>
      <w:r>
        <w:rPr>
          <w:rFonts w:ascii="Times New Roman" w:hAnsi="Times New Roman"/>
          <w:sz w:val="28"/>
          <w:szCs w:val="28"/>
        </w:rPr>
        <w:t>15,8</w:t>
      </w:r>
      <w:r w:rsidRPr="00FC3761">
        <w:rPr>
          <w:rFonts w:ascii="Times New Roman" w:hAnsi="Times New Roman"/>
          <w:sz w:val="28"/>
          <w:szCs w:val="28"/>
        </w:rPr>
        <w:t xml:space="preserve"> % годовых плановых назначений.</w:t>
      </w:r>
    </w:p>
    <w:p w:rsidR="0067354D" w:rsidRDefault="0067354D" w:rsidP="002340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A06AE">
        <w:rPr>
          <w:rFonts w:ascii="Times New Roman" w:hAnsi="Times New Roman"/>
          <w:sz w:val="28"/>
          <w:szCs w:val="28"/>
        </w:rPr>
        <w:t xml:space="preserve">В рамках  непрограммной деятельности  бюджета за </w:t>
      </w:r>
      <w:r>
        <w:rPr>
          <w:rFonts w:ascii="Times New Roman" w:hAnsi="Times New Roman"/>
          <w:sz w:val="28"/>
          <w:szCs w:val="28"/>
        </w:rPr>
        <w:t>1 квартал</w:t>
      </w:r>
      <w:r w:rsidRPr="007A06AE">
        <w:rPr>
          <w:rFonts w:ascii="Times New Roman" w:hAnsi="Times New Roman"/>
          <w:sz w:val="28"/>
          <w:szCs w:val="28"/>
        </w:rPr>
        <w:t xml:space="preserve">  201</w:t>
      </w:r>
      <w:r>
        <w:rPr>
          <w:rFonts w:ascii="Times New Roman" w:hAnsi="Times New Roman"/>
          <w:sz w:val="28"/>
          <w:szCs w:val="28"/>
        </w:rPr>
        <w:t>9</w:t>
      </w:r>
      <w:r w:rsidRPr="007A06AE">
        <w:rPr>
          <w:rFonts w:ascii="Times New Roman" w:hAnsi="Times New Roman"/>
          <w:sz w:val="28"/>
          <w:szCs w:val="28"/>
        </w:rPr>
        <w:t xml:space="preserve">  года расходы</w:t>
      </w:r>
      <w:r>
        <w:rPr>
          <w:rFonts w:ascii="Times New Roman" w:hAnsi="Times New Roman"/>
          <w:sz w:val="28"/>
          <w:szCs w:val="28"/>
        </w:rPr>
        <w:t>,</w:t>
      </w:r>
      <w:r w:rsidRPr="007A06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утвержденные в сумме 6,0 тыс. рублей, не </w:t>
      </w:r>
      <w:r w:rsidRPr="007A06AE">
        <w:rPr>
          <w:rFonts w:ascii="Times New Roman" w:hAnsi="Times New Roman"/>
          <w:sz w:val="28"/>
          <w:szCs w:val="28"/>
        </w:rPr>
        <w:t>испол</w:t>
      </w:r>
      <w:r>
        <w:rPr>
          <w:rFonts w:ascii="Times New Roman" w:hAnsi="Times New Roman"/>
          <w:sz w:val="28"/>
          <w:szCs w:val="28"/>
        </w:rPr>
        <w:t>нялись.</w:t>
      </w:r>
    </w:p>
    <w:p w:rsidR="0067354D" w:rsidRDefault="0067354D" w:rsidP="002340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354D" w:rsidRPr="00827229" w:rsidRDefault="0067354D" w:rsidP="002340F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7229">
        <w:rPr>
          <w:rFonts w:ascii="Times New Roman" w:hAnsi="Times New Roman"/>
          <w:b/>
          <w:sz w:val="28"/>
          <w:szCs w:val="28"/>
        </w:rPr>
        <w:t xml:space="preserve">Дефицит (профицит) бюджета и источники внутреннего </w:t>
      </w:r>
    </w:p>
    <w:p w:rsidR="0067354D" w:rsidRPr="007F0C8D" w:rsidRDefault="0067354D" w:rsidP="002340F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F0C8D">
        <w:rPr>
          <w:rFonts w:ascii="Times New Roman" w:hAnsi="Times New Roman"/>
          <w:b/>
          <w:sz w:val="28"/>
          <w:szCs w:val="28"/>
        </w:rPr>
        <w:t>финансирования дефицита бюджета</w:t>
      </w:r>
    </w:p>
    <w:p w:rsidR="0067354D" w:rsidRDefault="0067354D" w:rsidP="002340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Решением от 24.12.2018 №103 </w:t>
      </w:r>
      <w:r w:rsidRPr="007F0C8D">
        <w:rPr>
          <w:rFonts w:ascii="Times New Roman" w:hAnsi="Times New Roman"/>
          <w:sz w:val="28"/>
          <w:szCs w:val="28"/>
        </w:rPr>
        <w:t xml:space="preserve">«О бюджете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«Рябчинское  сельское поселение» </w:t>
      </w:r>
      <w:r w:rsidRPr="007F0C8D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9</w:t>
      </w:r>
      <w:r w:rsidRPr="007F0C8D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20</w:t>
      </w:r>
      <w:r w:rsidRPr="007F0C8D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1</w:t>
      </w:r>
      <w:r w:rsidRPr="007F0C8D">
        <w:rPr>
          <w:rFonts w:ascii="Times New Roman" w:hAnsi="Times New Roman"/>
          <w:sz w:val="28"/>
          <w:szCs w:val="28"/>
        </w:rPr>
        <w:t xml:space="preserve"> годов» первоначально бюджет на 201</w:t>
      </w:r>
      <w:r>
        <w:rPr>
          <w:rFonts w:ascii="Times New Roman" w:hAnsi="Times New Roman"/>
          <w:sz w:val="28"/>
          <w:szCs w:val="28"/>
        </w:rPr>
        <w:t>9</w:t>
      </w:r>
      <w:r w:rsidRPr="007F0C8D">
        <w:rPr>
          <w:rFonts w:ascii="Times New Roman" w:hAnsi="Times New Roman"/>
          <w:sz w:val="28"/>
          <w:szCs w:val="28"/>
        </w:rPr>
        <w:t xml:space="preserve"> год утвержден </w:t>
      </w:r>
      <w:r>
        <w:rPr>
          <w:rFonts w:ascii="Times New Roman" w:hAnsi="Times New Roman"/>
          <w:sz w:val="28"/>
          <w:szCs w:val="28"/>
        </w:rPr>
        <w:t xml:space="preserve">сбалансирований, по доходам и расходам  в сумме  1504,3 тыс. рублей. </w:t>
      </w:r>
      <w:r w:rsidRPr="00A02515">
        <w:rPr>
          <w:rFonts w:ascii="Times New Roman" w:hAnsi="Times New Roman"/>
          <w:sz w:val="28"/>
          <w:szCs w:val="28"/>
        </w:rPr>
        <w:t>В  отчетном периоде внесены  изменения</w:t>
      </w:r>
      <w:r>
        <w:rPr>
          <w:rFonts w:ascii="Times New Roman" w:hAnsi="Times New Roman"/>
          <w:sz w:val="28"/>
          <w:szCs w:val="28"/>
        </w:rPr>
        <w:t xml:space="preserve"> в редакции решения от </w:t>
      </w:r>
      <w:r w:rsidRPr="008924CE">
        <w:rPr>
          <w:rFonts w:ascii="Times New Roman" w:hAnsi="Times New Roman"/>
          <w:sz w:val="28"/>
          <w:szCs w:val="28"/>
        </w:rPr>
        <w:t>25.02.2019 №105,</w:t>
      </w:r>
      <w:r>
        <w:rPr>
          <w:rFonts w:ascii="Times New Roman" w:hAnsi="Times New Roman"/>
          <w:sz w:val="28"/>
          <w:szCs w:val="28"/>
        </w:rPr>
        <w:t xml:space="preserve"> дефицит утвержден в сумме 1908,8 тыс. рублей. </w:t>
      </w:r>
      <w:r w:rsidRPr="00A02515">
        <w:rPr>
          <w:rFonts w:ascii="Times New Roman" w:hAnsi="Times New Roman"/>
          <w:sz w:val="28"/>
          <w:szCs w:val="28"/>
        </w:rPr>
        <w:t>В состав источников внутреннего финансирования дефицита  бюджета включены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2515">
        <w:rPr>
          <w:rFonts w:ascii="Times New Roman" w:hAnsi="Times New Roman"/>
          <w:sz w:val="28"/>
          <w:szCs w:val="28"/>
        </w:rPr>
        <w:t>остатк</w:t>
      </w:r>
      <w:r>
        <w:rPr>
          <w:rFonts w:ascii="Times New Roman" w:hAnsi="Times New Roman"/>
          <w:sz w:val="28"/>
          <w:szCs w:val="28"/>
        </w:rPr>
        <w:t>и</w:t>
      </w:r>
      <w:r w:rsidRPr="00A02515">
        <w:rPr>
          <w:rFonts w:ascii="Times New Roman" w:hAnsi="Times New Roman"/>
          <w:sz w:val="28"/>
          <w:szCs w:val="28"/>
        </w:rPr>
        <w:t xml:space="preserve"> средств на счетах по учету средств бюджета</w:t>
      </w:r>
      <w:r>
        <w:rPr>
          <w:rFonts w:ascii="Times New Roman" w:hAnsi="Times New Roman"/>
          <w:sz w:val="28"/>
          <w:szCs w:val="28"/>
        </w:rPr>
        <w:t>.</w:t>
      </w:r>
    </w:p>
    <w:p w:rsidR="0067354D" w:rsidRDefault="0067354D" w:rsidP="002340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02515">
        <w:rPr>
          <w:rFonts w:ascii="Times New Roman" w:hAnsi="Times New Roman"/>
          <w:sz w:val="28"/>
          <w:szCs w:val="28"/>
        </w:rPr>
        <w:t xml:space="preserve">На начало отчетного периода остаток средств на счете составлял </w:t>
      </w:r>
      <w:r>
        <w:rPr>
          <w:rFonts w:ascii="Times New Roman" w:hAnsi="Times New Roman"/>
          <w:sz w:val="28"/>
          <w:szCs w:val="28"/>
        </w:rPr>
        <w:t>1908,8</w:t>
      </w:r>
      <w:r w:rsidRPr="00A02515">
        <w:rPr>
          <w:rFonts w:ascii="Times New Roman" w:hAnsi="Times New Roman"/>
          <w:sz w:val="28"/>
          <w:szCs w:val="28"/>
        </w:rPr>
        <w:t xml:space="preserve"> тыс. рублей. За анализируемый период остаток средств на счете </w:t>
      </w:r>
      <w:r>
        <w:rPr>
          <w:rFonts w:ascii="Times New Roman" w:hAnsi="Times New Roman"/>
          <w:sz w:val="28"/>
          <w:szCs w:val="28"/>
        </w:rPr>
        <w:t xml:space="preserve">снизился, и </w:t>
      </w:r>
      <w:r w:rsidRPr="00A02515">
        <w:rPr>
          <w:rFonts w:ascii="Times New Roman" w:hAnsi="Times New Roman"/>
          <w:sz w:val="28"/>
          <w:szCs w:val="28"/>
        </w:rPr>
        <w:t xml:space="preserve"> по состоянию на 1 </w:t>
      </w:r>
      <w:r>
        <w:rPr>
          <w:rFonts w:ascii="Times New Roman" w:hAnsi="Times New Roman"/>
          <w:sz w:val="28"/>
          <w:szCs w:val="28"/>
        </w:rPr>
        <w:t>апреля</w:t>
      </w:r>
      <w:r w:rsidRPr="00A02515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9</w:t>
      </w:r>
      <w:r w:rsidRPr="00A02515">
        <w:rPr>
          <w:rFonts w:ascii="Times New Roman" w:hAnsi="Times New Roman"/>
          <w:sz w:val="28"/>
          <w:szCs w:val="28"/>
        </w:rPr>
        <w:t xml:space="preserve"> года составил </w:t>
      </w:r>
      <w:r>
        <w:rPr>
          <w:rFonts w:ascii="Times New Roman" w:hAnsi="Times New Roman"/>
          <w:sz w:val="28"/>
          <w:szCs w:val="28"/>
        </w:rPr>
        <w:t>1682,6</w:t>
      </w:r>
      <w:r w:rsidRPr="00A02515">
        <w:rPr>
          <w:rFonts w:ascii="Times New Roman" w:hAnsi="Times New Roman"/>
          <w:sz w:val="28"/>
          <w:szCs w:val="28"/>
        </w:rPr>
        <w:t xml:space="preserve"> тыс. рублей.</w:t>
      </w:r>
    </w:p>
    <w:p w:rsidR="0067354D" w:rsidRDefault="0067354D" w:rsidP="002340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7354D" w:rsidRPr="00E92A68" w:rsidRDefault="0067354D" w:rsidP="002340F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92A68">
        <w:rPr>
          <w:rFonts w:ascii="Times New Roman" w:hAnsi="Times New Roman"/>
          <w:b/>
          <w:sz w:val="28"/>
          <w:szCs w:val="28"/>
        </w:rPr>
        <w:t xml:space="preserve">Анализ исполнения резервного фонда </w:t>
      </w:r>
      <w:r>
        <w:rPr>
          <w:rFonts w:ascii="Times New Roman" w:hAnsi="Times New Roman"/>
          <w:b/>
          <w:sz w:val="28"/>
          <w:szCs w:val="28"/>
        </w:rPr>
        <w:t>Рябчинской сельской администрации</w:t>
      </w:r>
    </w:p>
    <w:p w:rsidR="0067354D" w:rsidRDefault="0067354D" w:rsidP="002340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</w:t>
      </w:r>
      <w:r w:rsidRPr="00E92A68">
        <w:rPr>
          <w:rFonts w:ascii="Times New Roman" w:hAnsi="Times New Roman"/>
          <w:sz w:val="28"/>
          <w:szCs w:val="28"/>
        </w:rPr>
        <w:t xml:space="preserve"> </w:t>
      </w:r>
      <w:r w:rsidRPr="007F0C8D">
        <w:rPr>
          <w:rFonts w:ascii="Times New Roman" w:hAnsi="Times New Roman"/>
          <w:sz w:val="28"/>
          <w:szCs w:val="28"/>
        </w:rPr>
        <w:t xml:space="preserve">«О бюджете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«Рябчинское сельское поселение» </w:t>
      </w:r>
      <w:r w:rsidRPr="007F0C8D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9</w:t>
      </w:r>
      <w:r w:rsidRPr="007F0C8D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20</w:t>
      </w:r>
      <w:r w:rsidRPr="007F0C8D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1</w:t>
      </w:r>
      <w:r w:rsidRPr="007F0C8D">
        <w:rPr>
          <w:rFonts w:ascii="Times New Roman" w:hAnsi="Times New Roman"/>
          <w:sz w:val="28"/>
          <w:szCs w:val="28"/>
        </w:rPr>
        <w:t xml:space="preserve"> годов»</w:t>
      </w:r>
      <w:r w:rsidRPr="00E92A68">
        <w:rPr>
          <w:rFonts w:ascii="Times New Roman" w:hAnsi="Times New Roman"/>
          <w:sz w:val="28"/>
          <w:szCs w:val="28"/>
        </w:rPr>
        <w:t xml:space="preserve"> размер резервного фонда на 201</w:t>
      </w:r>
      <w:r>
        <w:rPr>
          <w:rFonts w:ascii="Times New Roman" w:hAnsi="Times New Roman"/>
          <w:sz w:val="28"/>
          <w:szCs w:val="28"/>
        </w:rPr>
        <w:t>9</w:t>
      </w:r>
      <w:r w:rsidRPr="00E92A68">
        <w:rPr>
          <w:rFonts w:ascii="Times New Roman" w:hAnsi="Times New Roman"/>
          <w:sz w:val="28"/>
          <w:szCs w:val="28"/>
        </w:rPr>
        <w:t xml:space="preserve"> год установлен в сумме </w:t>
      </w:r>
      <w:r>
        <w:rPr>
          <w:rFonts w:ascii="Times New Roman" w:hAnsi="Times New Roman"/>
          <w:sz w:val="28"/>
          <w:szCs w:val="28"/>
        </w:rPr>
        <w:t>5</w:t>
      </w:r>
      <w:r w:rsidRPr="00E92A68">
        <w:rPr>
          <w:rFonts w:ascii="Times New Roman" w:hAnsi="Times New Roman"/>
          <w:sz w:val="28"/>
          <w:szCs w:val="28"/>
        </w:rPr>
        <w:t>,0 тыс. рублей</w:t>
      </w:r>
      <w:r>
        <w:rPr>
          <w:rFonts w:ascii="Times New Roman" w:hAnsi="Times New Roman"/>
          <w:sz w:val="28"/>
          <w:szCs w:val="28"/>
        </w:rPr>
        <w:t>.</w:t>
      </w:r>
      <w:r w:rsidRPr="00E92A68">
        <w:rPr>
          <w:rFonts w:ascii="Times New Roman" w:hAnsi="Times New Roman"/>
          <w:sz w:val="28"/>
          <w:szCs w:val="28"/>
        </w:rPr>
        <w:t xml:space="preserve"> В отчетном периоде корректировка плановых назначений и  расходование ассигнований  резервного </w:t>
      </w:r>
      <w:r>
        <w:rPr>
          <w:rFonts w:ascii="Times New Roman" w:hAnsi="Times New Roman"/>
          <w:sz w:val="28"/>
          <w:szCs w:val="28"/>
        </w:rPr>
        <w:t xml:space="preserve">фонда </w:t>
      </w:r>
      <w:r w:rsidRPr="00E92A68">
        <w:rPr>
          <w:rFonts w:ascii="Times New Roman" w:hAnsi="Times New Roman"/>
          <w:sz w:val="28"/>
          <w:szCs w:val="28"/>
        </w:rPr>
        <w:t>не осуществлялись.</w:t>
      </w:r>
    </w:p>
    <w:p w:rsidR="0067354D" w:rsidRDefault="0067354D" w:rsidP="002340F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A0FD8">
        <w:rPr>
          <w:rFonts w:ascii="Times New Roman" w:hAnsi="Times New Roman"/>
          <w:b/>
          <w:sz w:val="28"/>
          <w:szCs w:val="28"/>
        </w:rPr>
        <w:t>Выводы</w:t>
      </w:r>
    </w:p>
    <w:p w:rsidR="0067354D" w:rsidRPr="006C77E4" w:rsidRDefault="0067354D" w:rsidP="009F526A">
      <w:pPr>
        <w:spacing w:after="0" w:line="240" w:lineRule="auto"/>
        <w:ind w:firstLine="1068"/>
        <w:jc w:val="both"/>
        <w:rPr>
          <w:rFonts w:ascii="Times New Roman" w:hAnsi="Times New Roman"/>
          <w:sz w:val="28"/>
          <w:szCs w:val="28"/>
        </w:rPr>
      </w:pPr>
      <w:r w:rsidRPr="006C77E4">
        <w:rPr>
          <w:rFonts w:ascii="Times New Roman" w:hAnsi="Times New Roman"/>
          <w:sz w:val="28"/>
          <w:szCs w:val="28"/>
        </w:rPr>
        <w:t>По итогам  1 квартала  2019  года бюджет исполнен по доходам в сумме  312,4 тыс. рублей,  или  20,8% к  прогнозным  показателям, по расходам  –  538,6 тыс.  рублей,  или  15,8 % к утвержденным расходам и  15,8 % к годовым назначениям  сводной  бюджетной росписи, с дефицитом в сумме 226,2 тыс. рублей.</w:t>
      </w:r>
    </w:p>
    <w:p w:rsidR="0067354D" w:rsidRDefault="0067354D" w:rsidP="002340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509A">
        <w:rPr>
          <w:rFonts w:ascii="Times New Roman" w:hAnsi="Times New Roman"/>
          <w:sz w:val="28"/>
          <w:szCs w:val="28"/>
        </w:rPr>
        <w:t xml:space="preserve">По сравнению с соответствующим уровнем прошлого года доходы </w:t>
      </w:r>
      <w:r>
        <w:rPr>
          <w:rFonts w:ascii="Times New Roman" w:hAnsi="Times New Roman"/>
          <w:sz w:val="28"/>
          <w:szCs w:val="28"/>
        </w:rPr>
        <w:t>снизились</w:t>
      </w:r>
      <w:r w:rsidRPr="00EE509A">
        <w:rPr>
          <w:rFonts w:ascii="Times New Roman" w:hAnsi="Times New Roman"/>
          <w:sz w:val="28"/>
          <w:szCs w:val="28"/>
        </w:rPr>
        <w:t xml:space="preserve"> на  </w:t>
      </w:r>
      <w:r>
        <w:rPr>
          <w:rFonts w:ascii="Times New Roman" w:hAnsi="Times New Roman"/>
          <w:sz w:val="28"/>
          <w:szCs w:val="28"/>
        </w:rPr>
        <w:t>27,6</w:t>
      </w:r>
      <w:r w:rsidRPr="00EE509A">
        <w:rPr>
          <w:rFonts w:ascii="Times New Roman" w:hAnsi="Times New Roman"/>
          <w:sz w:val="28"/>
          <w:szCs w:val="28"/>
        </w:rPr>
        <w:t xml:space="preserve">  тыс. рублей, или </w:t>
      </w:r>
      <w:r>
        <w:rPr>
          <w:rFonts w:ascii="Times New Roman" w:hAnsi="Times New Roman"/>
          <w:sz w:val="28"/>
          <w:szCs w:val="28"/>
        </w:rPr>
        <w:t>8,1 процента</w:t>
      </w:r>
      <w:r w:rsidRPr="00EE509A">
        <w:rPr>
          <w:rFonts w:ascii="Times New Roman" w:hAnsi="Times New Roman"/>
          <w:sz w:val="28"/>
          <w:szCs w:val="28"/>
        </w:rPr>
        <w:t xml:space="preserve">. </w:t>
      </w:r>
      <w:r w:rsidRPr="001C2C06">
        <w:rPr>
          <w:rFonts w:ascii="Times New Roman" w:hAnsi="Times New Roman"/>
          <w:sz w:val="28"/>
          <w:szCs w:val="28"/>
        </w:rPr>
        <w:t>В структуре</w:t>
      </w:r>
      <w:r w:rsidRPr="00EE509A">
        <w:rPr>
          <w:rFonts w:ascii="Times New Roman" w:hAnsi="Times New Roman"/>
          <w:sz w:val="28"/>
          <w:szCs w:val="28"/>
        </w:rPr>
        <w:t xml:space="preserve"> доходов  бюджета удельный вес налоговых и неналоговых доходов (далее  –  собственных доходов) составил </w:t>
      </w:r>
      <w:r>
        <w:rPr>
          <w:rFonts w:ascii="Times New Roman" w:hAnsi="Times New Roman"/>
          <w:sz w:val="28"/>
          <w:szCs w:val="28"/>
        </w:rPr>
        <w:t>87,4</w:t>
      </w:r>
      <w:r w:rsidRPr="00EE509A">
        <w:rPr>
          <w:rFonts w:ascii="Times New Roman" w:hAnsi="Times New Roman"/>
          <w:sz w:val="28"/>
          <w:szCs w:val="28"/>
        </w:rPr>
        <w:t xml:space="preserve">%, что </w:t>
      </w:r>
      <w:r>
        <w:rPr>
          <w:rFonts w:ascii="Times New Roman" w:hAnsi="Times New Roman"/>
          <w:sz w:val="28"/>
          <w:szCs w:val="28"/>
        </w:rPr>
        <w:t>выше</w:t>
      </w:r>
      <w:r w:rsidRPr="00EE509A">
        <w:rPr>
          <w:rFonts w:ascii="Times New Roman" w:hAnsi="Times New Roman"/>
          <w:sz w:val="28"/>
          <w:szCs w:val="28"/>
        </w:rPr>
        <w:t xml:space="preserve"> уровня соответствующего периода прошлого года на  </w:t>
      </w:r>
      <w:r>
        <w:rPr>
          <w:rFonts w:ascii="Times New Roman" w:hAnsi="Times New Roman"/>
          <w:sz w:val="28"/>
          <w:szCs w:val="28"/>
        </w:rPr>
        <w:t>14,3</w:t>
      </w:r>
      <w:r w:rsidRPr="00EE509A">
        <w:rPr>
          <w:rFonts w:ascii="Times New Roman" w:hAnsi="Times New Roman"/>
          <w:sz w:val="28"/>
          <w:szCs w:val="28"/>
        </w:rPr>
        <w:t xml:space="preserve"> процентного пункта. На долю безвозмездных поступлений приходится  </w:t>
      </w:r>
      <w:r>
        <w:rPr>
          <w:rFonts w:ascii="Times New Roman" w:hAnsi="Times New Roman"/>
          <w:sz w:val="28"/>
          <w:szCs w:val="28"/>
        </w:rPr>
        <w:t>12,6</w:t>
      </w:r>
      <w:r w:rsidRPr="00EE509A">
        <w:rPr>
          <w:rFonts w:ascii="Times New Roman" w:hAnsi="Times New Roman"/>
          <w:sz w:val="28"/>
          <w:szCs w:val="28"/>
        </w:rPr>
        <w:t xml:space="preserve">  процента.  Поступления  налоговых и неналоговых доходов  сложились в сумме </w:t>
      </w:r>
      <w:r>
        <w:rPr>
          <w:rFonts w:ascii="Times New Roman" w:hAnsi="Times New Roman"/>
          <w:sz w:val="28"/>
          <w:szCs w:val="28"/>
        </w:rPr>
        <w:t>273,1</w:t>
      </w:r>
      <w:r w:rsidRPr="00EE509A">
        <w:rPr>
          <w:rFonts w:ascii="Times New Roman" w:hAnsi="Times New Roman"/>
          <w:sz w:val="28"/>
          <w:szCs w:val="28"/>
        </w:rPr>
        <w:t xml:space="preserve"> тыс. рублей, или </w:t>
      </w:r>
      <w:r>
        <w:rPr>
          <w:rFonts w:ascii="Times New Roman" w:hAnsi="Times New Roman"/>
          <w:sz w:val="28"/>
          <w:szCs w:val="28"/>
        </w:rPr>
        <w:t>33,2</w:t>
      </w:r>
      <w:r w:rsidRPr="00EE509A">
        <w:rPr>
          <w:rFonts w:ascii="Times New Roman" w:hAnsi="Times New Roman"/>
          <w:sz w:val="28"/>
          <w:szCs w:val="28"/>
        </w:rPr>
        <w:t xml:space="preserve"> % к годовому прогнозу поступлений.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509A">
        <w:rPr>
          <w:rFonts w:ascii="Times New Roman" w:hAnsi="Times New Roman"/>
          <w:sz w:val="28"/>
          <w:szCs w:val="28"/>
        </w:rPr>
        <w:t xml:space="preserve">Безвозмездные поступления  составили </w:t>
      </w:r>
      <w:r>
        <w:rPr>
          <w:rFonts w:ascii="Times New Roman" w:hAnsi="Times New Roman"/>
          <w:sz w:val="28"/>
          <w:szCs w:val="28"/>
        </w:rPr>
        <w:t>39,3</w:t>
      </w:r>
      <w:r w:rsidRPr="00EE509A">
        <w:rPr>
          <w:rFonts w:ascii="Times New Roman" w:hAnsi="Times New Roman"/>
          <w:sz w:val="28"/>
          <w:szCs w:val="28"/>
        </w:rPr>
        <w:t xml:space="preserve"> тыс. рублей, или </w:t>
      </w:r>
      <w:r>
        <w:rPr>
          <w:rFonts w:ascii="Times New Roman" w:hAnsi="Times New Roman"/>
          <w:sz w:val="28"/>
          <w:szCs w:val="28"/>
        </w:rPr>
        <w:t>5,8</w:t>
      </w:r>
      <w:r w:rsidRPr="00EE509A">
        <w:rPr>
          <w:rFonts w:ascii="Times New Roman" w:hAnsi="Times New Roman"/>
          <w:sz w:val="28"/>
          <w:szCs w:val="28"/>
        </w:rPr>
        <w:t>% к годовому прогнозу поступлений</w:t>
      </w:r>
      <w:r>
        <w:rPr>
          <w:rFonts w:ascii="Times New Roman" w:hAnsi="Times New Roman"/>
          <w:sz w:val="28"/>
          <w:szCs w:val="28"/>
        </w:rPr>
        <w:t>.</w:t>
      </w:r>
    </w:p>
    <w:p w:rsidR="0067354D" w:rsidRDefault="0067354D" w:rsidP="00EB688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Исполнение расходов бюджета за 1 квартал 2019 года составило 538,6  тыс. рублей, что  соответствует 15,8% объемов уточненной бюджетной росписи. К уровню расходов аналогичного периода прошлого года отмечено увеличение 137,9 процента.</w:t>
      </w:r>
    </w:p>
    <w:p w:rsidR="0067354D" w:rsidRDefault="0067354D" w:rsidP="00EB688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Исполнение расходов бюджета за 1 квартал 2019 года осуществлялось по четырем разделам бюджетной классификации. Наибольший удельный вес в расходах  бюджета занимают расходы по двум разделам: «Жилищно-коммунальное хозяйство»  –  45,5 %, или  245,1  тыс. рублей, и «Общегосударственные расходы» – 50,0%, или 269,5 тыс. рублей. </w:t>
      </w:r>
    </w:p>
    <w:p w:rsidR="0067354D" w:rsidRPr="00EB6881" w:rsidRDefault="0067354D" w:rsidP="002340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B6881">
        <w:rPr>
          <w:rFonts w:ascii="Times New Roman" w:hAnsi="Times New Roman"/>
          <w:sz w:val="28"/>
          <w:szCs w:val="28"/>
        </w:rPr>
        <w:t>Анализируя данные расходы, сделан вывод о неэффективном использовании средств бюджета за 1 квартал 2019 года в сумме  0,4 тыс. рублей, выразившиеся в уплате штрафных санкций  за нарушение законодательства о налог и сборах, законодательства о страховых взносах</w:t>
      </w:r>
      <w:r>
        <w:rPr>
          <w:rFonts w:ascii="Times New Roman" w:hAnsi="Times New Roman"/>
          <w:sz w:val="28"/>
          <w:szCs w:val="28"/>
        </w:rPr>
        <w:t>.</w:t>
      </w:r>
    </w:p>
    <w:p w:rsidR="0067354D" w:rsidRDefault="0067354D" w:rsidP="002340F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67354D" w:rsidRPr="00721DED" w:rsidRDefault="0067354D" w:rsidP="002340F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721DED">
        <w:rPr>
          <w:rFonts w:ascii="Times New Roman" w:hAnsi="Times New Roman"/>
          <w:b/>
          <w:sz w:val="28"/>
          <w:szCs w:val="28"/>
        </w:rPr>
        <w:t>Предложения</w:t>
      </w:r>
    </w:p>
    <w:p w:rsidR="0067354D" w:rsidRDefault="0067354D" w:rsidP="002340F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657E">
        <w:rPr>
          <w:rFonts w:ascii="Times New Roman" w:hAnsi="Times New Roman"/>
          <w:sz w:val="28"/>
          <w:szCs w:val="28"/>
        </w:rPr>
        <w:t>Направить заключение Контрольно-счетной палаты  Дубровского района  на отчет об исполнении бюджета муниципального образования «</w:t>
      </w:r>
      <w:r>
        <w:rPr>
          <w:rFonts w:ascii="Times New Roman" w:hAnsi="Times New Roman"/>
          <w:sz w:val="28"/>
          <w:szCs w:val="28"/>
        </w:rPr>
        <w:t>Рябчинское</w:t>
      </w:r>
      <w:r w:rsidRPr="0096657E">
        <w:rPr>
          <w:rFonts w:ascii="Times New Roman" w:hAnsi="Times New Roman"/>
          <w:sz w:val="28"/>
          <w:szCs w:val="28"/>
        </w:rPr>
        <w:t xml:space="preserve"> сельское поселение» за 1 квартал 2019 года</w:t>
      </w:r>
      <w:r>
        <w:rPr>
          <w:rFonts w:ascii="Times New Roman" w:hAnsi="Times New Roman"/>
          <w:sz w:val="28"/>
          <w:szCs w:val="28"/>
        </w:rPr>
        <w:t xml:space="preserve"> Главе муниципального образования </w:t>
      </w:r>
      <w:r w:rsidRPr="00263EDF">
        <w:rPr>
          <w:rFonts w:ascii="Times New Roman" w:hAnsi="Times New Roman"/>
          <w:sz w:val="28"/>
          <w:szCs w:val="28"/>
        </w:rPr>
        <w:t xml:space="preserve"> с предложениями:</w:t>
      </w:r>
    </w:p>
    <w:p w:rsidR="0067354D" w:rsidRDefault="0067354D" w:rsidP="001B5080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86527A">
        <w:rPr>
          <w:rFonts w:ascii="Times New Roman" w:hAnsi="Times New Roman"/>
          <w:sz w:val="28"/>
          <w:szCs w:val="28"/>
        </w:rPr>
        <w:t>ктивизировать работу по обеспечению зачисления в бюджет налоговых и неналоговых доходов не ниже планируемых объемов</w:t>
      </w:r>
      <w:r>
        <w:rPr>
          <w:rFonts w:ascii="Times New Roman" w:hAnsi="Times New Roman"/>
          <w:sz w:val="28"/>
          <w:szCs w:val="28"/>
        </w:rPr>
        <w:t>.</w:t>
      </w:r>
    </w:p>
    <w:p w:rsidR="0067354D" w:rsidRPr="0086527A" w:rsidRDefault="0067354D" w:rsidP="001B5080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86527A">
        <w:rPr>
          <w:rFonts w:ascii="Times New Roman" w:hAnsi="Times New Roman"/>
          <w:sz w:val="28"/>
          <w:szCs w:val="28"/>
        </w:rPr>
        <w:t>роизводить корректировку плановых объемов, по которым поступления превышают плановые назначения.</w:t>
      </w:r>
    </w:p>
    <w:p w:rsidR="0067354D" w:rsidRDefault="0067354D" w:rsidP="002340FD">
      <w:pPr>
        <w:pStyle w:val="ListParagraph"/>
        <w:numPr>
          <w:ilvl w:val="0"/>
          <w:numId w:val="4"/>
        </w:numPr>
        <w:spacing w:after="0" w:line="240" w:lineRule="auto"/>
        <w:ind w:hanging="3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96657E">
        <w:rPr>
          <w:rFonts w:ascii="Times New Roman" w:hAnsi="Times New Roman"/>
          <w:sz w:val="28"/>
          <w:szCs w:val="28"/>
        </w:rPr>
        <w:t xml:space="preserve">ринять меры по своевременному и полному исполнению мероприятий, запланированных </w:t>
      </w:r>
      <w:r>
        <w:rPr>
          <w:rFonts w:ascii="Times New Roman" w:hAnsi="Times New Roman"/>
          <w:sz w:val="28"/>
          <w:szCs w:val="28"/>
        </w:rPr>
        <w:t xml:space="preserve">муниципальными </w:t>
      </w:r>
      <w:r w:rsidRPr="0096657E">
        <w:rPr>
          <w:rFonts w:ascii="Times New Roman" w:hAnsi="Times New Roman"/>
          <w:sz w:val="28"/>
          <w:szCs w:val="28"/>
        </w:rPr>
        <w:t>программами</w:t>
      </w:r>
      <w:r>
        <w:rPr>
          <w:rFonts w:ascii="Times New Roman" w:hAnsi="Times New Roman"/>
          <w:sz w:val="28"/>
          <w:szCs w:val="28"/>
        </w:rPr>
        <w:t>.</w:t>
      </w:r>
    </w:p>
    <w:p w:rsidR="0067354D" w:rsidRPr="00B66F58" w:rsidRDefault="0067354D" w:rsidP="002340FD">
      <w:pPr>
        <w:pStyle w:val="ListParagraph"/>
        <w:numPr>
          <w:ilvl w:val="0"/>
          <w:numId w:val="4"/>
        </w:numPr>
        <w:spacing w:after="0" w:line="240" w:lineRule="auto"/>
        <w:ind w:hanging="367"/>
        <w:jc w:val="both"/>
        <w:rPr>
          <w:rFonts w:ascii="Times New Roman" w:hAnsi="Times New Roman"/>
          <w:sz w:val="28"/>
          <w:szCs w:val="28"/>
        </w:rPr>
      </w:pPr>
      <w:r w:rsidRPr="00B66F58">
        <w:rPr>
          <w:rFonts w:ascii="Times New Roman" w:hAnsi="Times New Roman"/>
          <w:sz w:val="28"/>
          <w:szCs w:val="28"/>
          <w:lang w:eastAsia="ru-RU"/>
        </w:rPr>
        <w:t xml:space="preserve">Не допускать отвлечения бюджетных средств на уплату  </w:t>
      </w:r>
      <w:r w:rsidRPr="00B66F58">
        <w:rPr>
          <w:rFonts w:ascii="Times New Roman" w:hAnsi="Times New Roman"/>
          <w:sz w:val="28"/>
          <w:szCs w:val="28"/>
        </w:rPr>
        <w:t xml:space="preserve">штрафных санкций за нарушение законодательства о налог и сборах, законодательства о страховых взносах.  </w:t>
      </w:r>
    </w:p>
    <w:p w:rsidR="0067354D" w:rsidRDefault="0067354D" w:rsidP="002340FD">
      <w:pPr>
        <w:spacing w:after="0" w:line="240" w:lineRule="auto"/>
        <w:ind w:left="858"/>
        <w:jc w:val="both"/>
        <w:rPr>
          <w:rFonts w:ascii="Times New Roman" w:hAnsi="Times New Roman"/>
          <w:sz w:val="28"/>
          <w:szCs w:val="28"/>
        </w:rPr>
      </w:pPr>
    </w:p>
    <w:p w:rsidR="0067354D" w:rsidRDefault="0067354D" w:rsidP="002340FD">
      <w:pPr>
        <w:spacing w:after="0" w:line="240" w:lineRule="auto"/>
        <w:ind w:left="858"/>
        <w:jc w:val="both"/>
        <w:rPr>
          <w:rFonts w:ascii="Times New Roman" w:hAnsi="Times New Roman"/>
          <w:sz w:val="28"/>
          <w:szCs w:val="28"/>
        </w:rPr>
      </w:pPr>
    </w:p>
    <w:p w:rsidR="0067354D" w:rsidRDefault="0067354D" w:rsidP="002340FD">
      <w:pPr>
        <w:spacing w:after="0" w:line="240" w:lineRule="auto"/>
        <w:ind w:left="858"/>
        <w:jc w:val="both"/>
        <w:rPr>
          <w:rFonts w:ascii="Times New Roman" w:hAnsi="Times New Roman"/>
          <w:sz w:val="28"/>
          <w:szCs w:val="28"/>
        </w:rPr>
      </w:pPr>
    </w:p>
    <w:p w:rsidR="0067354D" w:rsidRDefault="0067354D" w:rsidP="002340FD">
      <w:pPr>
        <w:spacing w:after="0" w:line="240" w:lineRule="auto"/>
        <w:ind w:left="858"/>
        <w:jc w:val="both"/>
        <w:rPr>
          <w:rFonts w:ascii="Times New Roman" w:hAnsi="Times New Roman"/>
          <w:sz w:val="28"/>
          <w:szCs w:val="28"/>
        </w:rPr>
      </w:pPr>
    </w:p>
    <w:p w:rsidR="0067354D" w:rsidRDefault="0067354D" w:rsidP="002340FD">
      <w:pPr>
        <w:spacing w:after="0" w:line="240" w:lineRule="auto"/>
        <w:ind w:left="858"/>
        <w:jc w:val="both"/>
        <w:rPr>
          <w:rFonts w:ascii="Times New Roman" w:hAnsi="Times New Roman"/>
          <w:sz w:val="28"/>
          <w:szCs w:val="28"/>
        </w:rPr>
      </w:pPr>
    </w:p>
    <w:p w:rsidR="0067354D" w:rsidRDefault="0067354D" w:rsidP="002340FD">
      <w:pPr>
        <w:spacing w:after="0" w:line="240" w:lineRule="auto"/>
        <w:ind w:left="858"/>
        <w:jc w:val="both"/>
        <w:rPr>
          <w:rFonts w:ascii="Times New Roman" w:hAnsi="Times New Roman"/>
          <w:sz w:val="28"/>
          <w:szCs w:val="28"/>
        </w:rPr>
      </w:pPr>
    </w:p>
    <w:p w:rsidR="0067354D" w:rsidRDefault="0067354D" w:rsidP="002340FD">
      <w:pPr>
        <w:spacing w:after="0" w:line="240" w:lineRule="auto"/>
        <w:ind w:left="858"/>
        <w:jc w:val="both"/>
        <w:rPr>
          <w:rFonts w:ascii="Times New Roman" w:hAnsi="Times New Roman"/>
          <w:sz w:val="28"/>
          <w:szCs w:val="28"/>
        </w:rPr>
      </w:pPr>
    </w:p>
    <w:p w:rsidR="0067354D" w:rsidRDefault="0067354D" w:rsidP="002340FD">
      <w:pPr>
        <w:spacing w:after="0" w:line="240" w:lineRule="auto"/>
        <w:ind w:left="858"/>
        <w:jc w:val="both"/>
        <w:rPr>
          <w:rFonts w:ascii="Times New Roman" w:hAnsi="Times New Roman"/>
          <w:sz w:val="28"/>
          <w:szCs w:val="28"/>
        </w:rPr>
      </w:pPr>
    </w:p>
    <w:p w:rsidR="0067354D" w:rsidRPr="00B6461D" w:rsidRDefault="0067354D" w:rsidP="002340FD">
      <w:pPr>
        <w:spacing w:after="0" w:line="240" w:lineRule="auto"/>
        <w:ind w:left="85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И.о председателя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Н.А. Дороденкова </w:t>
      </w:r>
    </w:p>
    <w:p w:rsidR="0067354D" w:rsidRPr="00DE2923" w:rsidRDefault="0067354D" w:rsidP="00DE292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67354D" w:rsidRPr="00DE2923" w:rsidSect="00891B2F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354D" w:rsidRDefault="0067354D" w:rsidP="00891B2F">
      <w:pPr>
        <w:spacing w:after="0" w:line="240" w:lineRule="auto"/>
      </w:pPr>
      <w:r>
        <w:separator/>
      </w:r>
    </w:p>
  </w:endnote>
  <w:endnote w:type="continuationSeparator" w:id="0">
    <w:p w:rsidR="0067354D" w:rsidRDefault="0067354D" w:rsidP="00891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354D" w:rsidRDefault="0067354D" w:rsidP="00891B2F">
      <w:pPr>
        <w:spacing w:after="0" w:line="240" w:lineRule="auto"/>
      </w:pPr>
      <w:r>
        <w:separator/>
      </w:r>
    </w:p>
  </w:footnote>
  <w:footnote w:type="continuationSeparator" w:id="0">
    <w:p w:rsidR="0067354D" w:rsidRDefault="0067354D" w:rsidP="00891B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54D" w:rsidRDefault="0067354D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67354D" w:rsidRDefault="0067354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07100"/>
    <w:multiLevelType w:val="hybridMultilevel"/>
    <w:tmpl w:val="511868BA"/>
    <w:lvl w:ilvl="0" w:tplc="220C7C4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3797692A"/>
    <w:multiLevelType w:val="hybridMultilevel"/>
    <w:tmpl w:val="4210D7C6"/>
    <w:lvl w:ilvl="0" w:tplc="6EF635F4">
      <w:start w:val="4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5E2339D3"/>
    <w:multiLevelType w:val="hybridMultilevel"/>
    <w:tmpl w:val="CC7C415E"/>
    <w:lvl w:ilvl="0" w:tplc="1D26AB0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633C332B"/>
    <w:multiLevelType w:val="hybridMultilevel"/>
    <w:tmpl w:val="6FA81008"/>
    <w:lvl w:ilvl="0" w:tplc="A5CE503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6A6E3EAC"/>
    <w:multiLevelType w:val="hybridMultilevel"/>
    <w:tmpl w:val="E60AB17A"/>
    <w:lvl w:ilvl="0" w:tplc="2FB831E0">
      <w:start w:val="1"/>
      <w:numFmt w:val="decimal"/>
      <w:lvlText w:val="%1."/>
      <w:lvlJc w:val="left"/>
      <w:pPr>
        <w:ind w:left="121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8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5EE9"/>
    <w:rsid w:val="00033AF0"/>
    <w:rsid w:val="00034634"/>
    <w:rsid w:val="000577FA"/>
    <w:rsid w:val="00074190"/>
    <w:rsid w:val="00077C59"/>
    <w:rsid w:val="00082614"/>
    <w:rsid w:val="000923B6"/>
    <w:rsid w:val="000B09CA"/>
    <w:rsid w:val="000B4EFF"/>
    <w:rsid w:val="000B6DEA"/>
    <w:rsid w:val="000D46BF"/>
    <w:rsid w:val="000E145C"/>
    <w:rsid w:val="000F74B8"/>
    <w:rsid w:val="001056DE"/>
    <w:rsid w:val="0011675C"/>
    <w:rsid w:val="00117A82"/>
    <w:rsid w:val="00132F35"/>
    <w:rsid w:val="001438D9"/>
    <w:rsid w:val="00180FD8"/>
    <w:rsid w:val="0019394D"/>
    <w:rsid w:val="00194B37"/>
    <w:rsid w:val="001B5080"/>
    <w:rsid w:val="001C2C06"/>
    <w:rsid w:val="001D6036"/>
    <w:rsid w:val="001E1CE2"/>
    <w:rsid w:val="001E2706"/>
    <w:rsid w:val="001F69F1"/>
    <w:rsid w:val="00201A7C"/>
    <w:rsid w:val="00222C81"/>
    <w:rsid w:val="00230936"/>
    <w:rsid w:val="002340FD"/>
    <w:rsid w:val="00241D1D"/>
    <w:rsid w:val="00246C92"/>
    <w:rsid w:val="00263374"/>
    <w:rsid w:val="00263EDF"/>
    <w:rsid w:val="00271AB3"/>
    <w:rsid w:val="00284A16"/>
    <w:rsid w:val="002A4440"/>
    <w:rsid w:val="002A7794"/>
    <w:rsid w:val="002C0E79"/>
    <w:rsid w:val="002C1621"/>
    <w:rsid w:val="002E4EE5"/>
    <w:rsid w:val="002F2232"/>
    <w:rsid w:val="002F2332"/>
    <w:rsid w:val="002F79D1"/>
    <w:rsid w:val="00351699"/>
    <w:rsid w:val="0035203A"/>
    <w:rsid w:val="0036611C"/>
    <w:rsid w:val="00366A55"/>
    <w:rsid w:val="003867BC"/>
    <w:rsid w:val="00395701"/>
    <w:rsid w:val="003A03D8"/>
    <w:rsid w:val="003B072D"/>
    <w:rsid w:val="003B69D8"/>
    <w:rsid w:val="003C4D9A"/>
    <w:rsid w:val="003F71DE"/>
    <w:rsid w:val="0040098E"/>
    <w:rsid w:val="004070E2"/>
    <w:rsid w:val="004157D3"/>
    <w:rsid w:val="004160A7"/>
    <w:rsid w:val="004227A3"/>
    <w:rsid w:val="00424F91"/>
    <w:rsid w:val="004420CF"/>
    <w:rsid w:val="0045587F"/>
    <w:rsid w:val="00465E26"/>
    <w:rsid w:val="00474AAF"/>
    <w:rsid w:val="00477A24"/>
    <w:rsid w:val="004A2AFA"/>
    <w:rsid w:val="004A429D"/>
    <w:rsid w:val="004A5927"/>
    <w:rsid w:val="004B65AB"/>
    <w:rsid w:val="004C3665"/>
    <w:rsid w:val="004C51C0"/>
    <w:rsid w:val="004D074C"/>
    <w:rsid w:val="004F2091"/>
    <w:rsid w:val="005041C7"/>
    <w:rsid w:val="00504A8D"/>
    <w:rsid w:val="005143B4"/>
    <w:rsid w:val="00531A18"/>
    <w:rsid w:val="0053443C"/>
    <w:rsid w:val="00536F96"/>
    <w:rsid w:val="00543698"/>
    <w:rsid w:val="00586A30"/>
    <w:rsid w:val="005924C9"/>
    <w:rsid w:val="00592B85"/>
    <w:rsid w:val="00596175"/>
    <w:rsid w:val="005A0FD8"/>
    <w:rsid w:val="005B7303"/>
    <w:rsid w:val="005D2A7E"/>
    <w:rsid w:val="00634297"/>
    <w:rsid w:val="00637C18"/>
    <w:rsid w:val="0064221A"/>
    <w:rsid w:val="006453C4"/>
    <w:rsid w:val="00667201"/>
    <w:rsid w:val="0067354D"/>
    <w:rsid w:val="0069315F"/>
    <w:rsid w:val="006972B7"/>
    <w:rsid w:val="006C1002"/>
    <w:rsid w:val="006C1B1D"/>
    <w:rsid w:val="006C606E"/>
    <w:rsid w:val="006C64B0"/>
    <w:rsid w:val="006C77E4"/>
    <w:rsid w:val="00701FAB"/>
    <w:rsid w:val="0072053F"/>
    <w:rsid w:val="00721DED"/>
    <w:rsid w:val="00737407"/>
    <w:rsid w:val="00756B4C"/>
    <w:rsid w:val="00770A31"/>
    <w:rsid w:val="00770A46"/>
    <w:rsid w:val="00776991"/>
    <w:rsid w:val="007A06AE"/>
    <w:rsid w:val="007B76CC"/>
    <w:rsid w:val="007D1482"/>
    <w:rsid w:val="007F0C8D"/>
    <w:rsid w:val="007F2D67"/>
    <w:rsid w:val="007F374C"/>
    <w:rsid w:val="008043A0"/>
    <w:rsid w:val="0080657B"/>
    <w:rsid w:val="008069EE"/>
    <w:rsid w:val="00810ED7"/>
    <w:rsid w:val="008133FB"/>
    <w:rsid w:val="0082630F"/>
    <w:rsid w:val="00827229"/>
    <w:rsid w:val="008464B9"/>
    <w:rsid w:val="0086527A"/>
    <w:rsid w:val="00875658"/>
    <w:rsid w:val="00880D47"/>
    <w:rsid w:val="00891B2F"/>
    <w:rsid w:val="00891F74"/>
    <w:rsid w:val="008924CE"/>
    <w:rsid w:val="00895131"/>
    <w:rsid w:val="008D0A38"/>
    <w:rsid w:val="008F17BB"/>
    <w:rsid w:val="008F27AF"/>
    <w:rsid w:val="00912910"/>
    <w:rsid w:val="00915551"/>
    <w:rsid w:val="00917230"/>
    <w:rsid w:val="009236EA"/>
    <w:rsid w:val="00925FA7"/>
    <w:rsid w:val="00926DE2"/>
    <w:rsid w:val="00930EDA"/>
    <w:rsid w:val="00947B9F"/>
    <w:rsid w:val="0096657E"/>
    <w:rsid w:val="009753D7"/>
    <w:rsid w:val="009757BF"/>
    <w:rsid w:val="00983414"/>
    <w:rsid w:val="00992F22"/>
    <w:rsid w:val="009A62C2"/>
    <w:rsid w:val="009B32E7"/>
    <w:rsid w:val="009D5093"/>
    <w:rsid w:val="009E24B7"/>
    <w:rsid w:val="009E3250"/>
    <w:rsid w:val="009E5EE9"/>
    <w:rsid w:val="009E7885"/>
    <w:rsid w:val="009F2CEF"/>
    <w:rsid w:val="009F526A"/>
    <w:rsid w:val="00A02515"/>
    <w:rsid w:val="00A049C7"/>
    <w:rsid w:val="00A1407D"/>
    <w:rsid w:val="00A32F81"/>
    <w:rsid w:val="00A466DD"/>
    <w:rsid w:val="00A6170F"/>
    <w:rsid w:val="00A623D3"/>
    <w:rsid w:val="00AA5006"/>
    <w:rsid w:val="00AB1D72"/>
    <w:rsid w:val="00AC14DA"/>
    <w:rsid w:val="00AD7B10"/>
    <w:rsid w:val="00B07072"/>
    <w:rsid w:val="00B17DE3"/>
    <w:rsid w:val="00B41869"/>
    <w:rsid w:val="00B47717"/>
    <w:rsid w:val="00B513C9"/>
    <w:rsid w:val="00B53A29"/>
    <w:rsid w:val="00B6461D"/>
    <w:rsid w:val="00B66F58"/>
    <w:rsid w:val="00B8366A"/>
    <w:rsid w:val="00B869B6"/>
    <w:rsid w:val="00BA58FC"/>
    <w:rsid w:val="00BA6FCD"/>
    <w:rsid w:val="00BA7D1A"/>
    <w:rsid w:val="00BD3068"/>
    <w:rsid w:val="00BD5564"/>
    <w:rsid w:val="00C0393B"/>
    <w:rsid w:val="00C11504"/>
    <w:rsid w:val="00C234B4"/>
    <w:rsid w:val="00C27CB0"/>
    <w:rsid w:val="00C40C0B"/>
    <w:rsid w:val="00C57319"/>
    <w:rsid w:val="00C647F1"/>
    <w:rsid w:val="00C74CEA"/>
    <w:rsid w:val="00C937C2"/>
    <w:rsid w:val="00CB55B0"/>
    <w:rsid w:val="00CC6A25"/>
    <w:rsid w:val="00CC70AC"/>
    <w:rsid w:val="00CE4893"/>
    <w:rsid w:val="00D14292"/>
    <w:rsid w:val="00D40BF3"/>
    <w:rsid w:val="00D448F2"/>
    <w:rsid w:val="00D61739"/>
    <w:rsid w:val="00D7021B"/>
    <w:rsid w:val="00D71EEB"/>
    <w:rsid w:val="00D7309D"/>
    <w:rsid w:val="00D86544"/>
    <w:rsid w:val="00D87E9B"/>
    <w:rsid w:val="00DC29D8"/>
    <w:rsid w:val="00DC4C1F"/>
    <w:rsid w:val="00DC5E8E"/>
    <w:rsid w:val="00DD4572"/>
    <w:rsid w:val="00DE2923"/>
    <w:rsid w:val="00DE2F46"/>
    <w:rsid w:val="00DE495F"/>
    <w:rsid w:val="00E0291E"/>
    <w:rsid w:val="00E268A6"/>
    <w:rsid w:val="00E36B65"/>
    <w:rsid w:val="00E40DF8"/>
    <w:rsid w:val="00E64B05"/>
    <w:rsid w:val="00E66EC2"/>
    <w:rsid w:val="00E92A68"/>
    <w:rsid w:val="00E9658C"/>
    <w:rsid w:val="00EA01D6"/>
    <w:rsid w:val="00EA0853"/>
    <w:rsid w:val="00EB42EC"/>
    <w:rsid w:val="00EB5DA8"/>
    <w:rsid w:val="00EB6881"/>
    <w:rsid w:val="00EE1148"/>
    <w:rsid w:val="00EE509A"/>
    <w:rsid w:val="00F03E3F"/>
    <w:rsid w:val="00F229D8"/>
    <w:rsid w:val="00F26838"/>
    <w:rsid w:val="00F52065"/>
    <w:rsid w:val="00F53099"/>
    <w:rsid w:val="00F54742"/>
    <w:rsid w:val="00F61244"/>
    <w:rsid w:val="00F811B6"/>
    <w:rsid w:val="00F829C0"/>
    <w:rsid w:val="00F83DD6"/>
    <w:rsid w:val="00F96425"/>
    <w:rsid w:val="00FB304D"/>
    <w:rsid w:val="00FC3761"/>
    <w:rsid w:val="00FE3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8A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91B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91B2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891B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91B2F"/>
    <w:rPr>
      <w:rFonts w:cs="Times New Roman"/>
    </w:rPr>
  </w:style>
  <w:style w:type="paragraph" w:styleId="ListParagraph">
    <w:name w:val="List Paragraph"/>
    <w:basedOn w:val="Normal"/>
    <w:uiPriority w:val="99"/>
    <w:qFormat/>
    <w:rsid w:val="002340FD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rsid w:val="00756B4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756B4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774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4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4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715</TotalTime>
  <Pages>10</Pages>
  <Words>2704</Words>
  <Characters>15414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158</cp:revision>
  <dcterms:created xsi:type="dcterms:W3CDTF">2019-04-26T12:44:00Z</dcterms:created>
  <dcterms:modified xsi:type="dcterms:W3CDTF">2019-05-17T09:05:00Z</dcterms:modified>
</cp:coreProperties>
</file>